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1E707" w14:textId="77777777" w:rsidR="00C42F40" w:rsidRPr="003537C6" w:rsidRDefault="009C3442" w:rsidP="000247BB">
      <w:pPr>
        <w:pStyle w:val="Titel1"/>
      </w:pPr>
      <w:r w:rsidRPr="003537C6">
        <w:t>I</w:t>
      </w:r>
      <w:r w:rsidR="003F3E5E" w:rsidRPr="003537C6">
        <w:t>nstructions for Preparing a Paper with MS Word for the P</w:t>
      </w:r>
      <w:r w:rsidRPr="003537C6">
        <w:t>roceedings “Computational Methods in Tunnelling”</w:t>
      </w:r>
      <w:r w:rsidR="00BD5AF9">
        <w:t xml:space="preserve"> (of max. 15 words)</w:t>
      </w:r>
    </w:p>
    <w:p w14:paraId="38C8DF78" w14:textId="77777777" w:rsidR="00B9585D" w:rsidRPr="003537C6" w:rsidRDefault="00BD5AF9" w:rsidP="00B9585D">
      <w:pPr>
        <w:pStyle w:val="Author"/>
      </w:pPr>
      <w:r>
        <w:t>John Doe</w:t>
      </w:r>
      <w:r w:rsidR="00100AEC" w:rsidRPr="003537C6">
        <w:rPr>
          <w:szCs w:val="22"/>
          <w:vertAlign w:val="superscript"/>
        </w:rPr>
        <w:t>1</w:t>
      </w:r>
      <w:r w:rsidR="00D71386" w:rsidRPr="003537C6">
        <w:t>,</w:t>
      </w:r>
      <w:r w:rsidR="005F065D" w:rsidRPr="003537C6">
        <w:t xml:space="preserve"> </w:t>
      </w:r>
      <w:r w:rsidR="00B9585D" w:rsidRPr="003537C6">
        <w:t>Author 2</w:t>
      </w:r>
      <w:r w:rsidR="00100AEC" w:rsidRPr="003537C6">
        <w:rPr>
          <w:szCs w:val="22"/>
          <w:vertAlign w:val="superscript"/>
        </w:rPr>
        <w:t>2</w:t>
      </w:r>
      <w:r w:rsidR="00B9585D" w:rsidRPr="003537C6">
        <w:t xml:space="preserve"> </w:t>
      </w:r>
      <w:r w:rsidR="005F065D" w:rsidRPr="003537C6">
        <w:t xml:space="preserve">and </w:t>
      </w:r>
      <w:r w:rsidR="00B9585D" w:rsidRPr="003537C6">
        <w:t>Author 3</w:t>
      </w:r>
      <w:r w:rsidR="00100AEC" w:rsidRPr="003537C6">
        <w:rPr>
          <w:szCs w:val="22"/>
          <w:vertAlign w:val="superscript"/>
        </w:rPr>
        <w:t>3</w:t>
      </w:r>
      <w:r w:rsidR="00B9585D" w:rsidRPr="003537C6">
        <w:t xml:space="preserve"> </w:t>
      </w:r>
    </w:p>
    <w:p w14:paraId="0D31D5F7" w14:textId="77777777" w:rsidR="00E85C2A" w:rsidRPr="003537C6" w:rsidRDefault="00B9585D" w:rsidP="00B9585D">
      <w:pPr>
        <w:pStyle w:val="Affiliation"/>
      </w:pPr>
      <w:r w:rsidRPr="003537C6">
        <w:rPr>
          <w:szCs w:val="22"/>
          <w:vertAlign w:val="superscript"/>
        </w:rPr>
        <w:t>1</w:t>
      </w:r>
      <w:r w:rsidR="00BD5AF9">
        <w:t>Institute for Structural Mechanics, Ruhr University Bochum, Germany</w:t>
      </w:r>
    </w:p>
    <w:p w14:paraId="4BEA1043" w14:textId="77777777" w:rsidR="00DD135E" w:rsidRPr="003537C6" w:rsidRDefault="00B9585D" w:rsidP="00B9585D">
      <w:pPr>
        <w:pStyle w:val="Affiliation"/>
      </w:pPr>
      <w:r w:rsidRPr="003537C6">
        <w:rPr>
          <w:szCs w:val="22"/>
          <w:vertAlign w:val="superscript"/>
        </w:rPr>
        <w:t>2</w:t>
      </w:r>
      <w:r w:rsidRPr="003537C6">
        <w:t xml:space="preserve">Affiliation </w:t>
      </w:r>
      <w:r w:rsidR="007C72BB" w:rsidRPr="003537C6">
        <w:t>2</w:t>
      </w:r>
    </w:p>
    <w:p w14:paraId="6D7EC8A2" w14:textId="77777777" w:rsidR="00DD135E" w:rsidRPr="003537C6" w:rsidRDefault="00100AEC" w:rsidP="00DD135E">
      <w:pPr>
        <w:pStyle w:val="Affiliation"/>
      </w:pPr>
      <w:r w:rsidRPr="003537C6">
        <w:rPr>
          <w:szCs w:val="22"/>
          <w:vertAlign w:val="superscript"/>
        </w:rPr>
        <w:t>3</w:t>
      </w:r>
      <w:r w:rsidRPr="003537C6">
        <w:t>Affiliatio</w:t>
      </w:r>
      <w:r w:rsidRPr="00465E91">
        <w:t xml:space="preserve">n </w:t>
      </w:r>
      <w:r w:rsidR="007C72BB" w:rsidRPr="003537C6">
        <w:t>3</w:t>
      </w:r>
    </w:p>
    <w:p w14:paraId="33E3D714" w14:textId="77777777" w:rsidR="00CF2204" w:rsidRPr="003537C6" w:rsidRDefault="00CF2204" w:rsidP="009516B1">
      <w:pPr>
        <w:pStyle w:val="Abstract"/>
      </w:pPr>
      <w:r w:rsidRPr="003537C6">
        <w:t xml:space="preserve">Abstract </w:t>
      </w:r>
    </w:p>
    <w:p w14:paraId="46BEE738" w14:textId="77777777" w:rsidR="00147F56" w:rsidRPr="003537C6" w:rsidRDefault="005717A2" w:rsidP="003B3EA3">
      <w:pPr>
        <w:pStyle w:val="Text"/>
      </w:pPr>
      <w:r>
        <w:t>A</w:t>
      </w:r>
      <w:r w:rsidR="00147F56" w:rsidRPr="003537C6">
        <w:t xml:space="preserve">bstract </w:t>
      </w:r>
      <w:r w:rsidR="00BD5AF9">
        <w:t xml:space="preserve">(of max. 200 words) </w:t>
      </w:r>
      <w:r w:rsidR="00147F56" w:rsidRPr="003537C6">
        <w:t xml:space="preserve">with the </w:t>
      </w:r>
      <w:r w:rsidR="004F7288" w:rsidRPr="003537C6">
        <w:t xml:space="preserve">aim and </w:t>
      </w:r>
      <w:r w:rsidR="00147F56" w:rsidRPr="003537C6">
        <w:t>most importa</w:t>
      </w:r>
      <w:r w:rsidR="004F7288" w:rsidRPr="003537C6">
        <w:t>nt results of the paper</w:t>
      </w:r>
      <w:r>
        <w:t>.</w:t>
      </w:r>
      <w:r w:rsidR="00E7024A">
        <w:t xml:space="preserve"> </w:t>
      </w:r>
    </w:p>
    <w:p w14:paraId="24B917BA" w14:textId="77777777" w:rsidR="00941A06" w:rsidRPr="003537C6" w:rsidRDefault="004F7288" w:rsidP="003866FC">
      <w:pPr>
        <w:pStyle w:val="Keywords"/>
      </w:pPr>
      <w:r w:rsidRPr="003537C6">
        <w:t>Please, select</w:t>
      </w:r>
      <w:r w:rsidR="00533574" w:rsidRPr="003537C6">
        <w:t xml:space="preserve"> no</w:t>
      </w:r>
      <w:r w:rsidRPr="003537C6">
        <w:t>t</w:t>
      </w:r>
      <w:r w:rsidR="00533574" w:rsidRPr="003537C6">
        <w:t xml:space="preserve"> more than five keywords.</w:t>
      </w:r>
      <w:r w:rsidR="00E7024A">
        <w:t xml:space="preserve"> </w:t>
      </w:r>
    </w:p>
    <w:p w14:paraId="6BCFFFE0" w14:textId="77777777" w:rsidR="009B4DA3" w:rsidRPr="003537C6" w:rsidRDefault="0006277C" w:rsidP="009B4DA3">
      <w:pPr>
        <w:pStyle w:val="Headingfirstlevel"/>
        <w:spacing w:before="0"/>
      </w:pPr>
      <w:r w:rsidRPr="003537C6">
        <w:br w:type="page"/>
      </w:r>
      <w:r w:rsidR="007A010E" w:rsidRPr="003537C6">
        <w:lastRenderedPageBreak/>
        <w:t>GENERAL INSTRUCTIONS</w:t>
      </w:r>
    </w:p>
    <w:p w14:paraId="25983541" w14:textId="77777777" w:rsidR="009B4DA3" w:rsidRPr="009B4DA3" w:rsidRDefault="009B4DA3" w:rsidP="009B4DA3">
      <w:pPr>
        <w:overflowPunct/>
        <w:spacing w:before="0"/>
        <w:jc w:val="left"/>
        <w:textAlignment w:val="auto"/>
        <w:rPr>
          <w:rFonts w:ascii="NimbusRomNo9L-Regu" w:hAnsi="NimbusRomNo9L-Regu" w:cs="NimbusRomNo9L-Regu"/>
          <w:sz w:val="22"/>
          <w:szCs w:val="22"/>
          <w:lang w:val="en-US"/>
        </w:rPr>
      </w:pPr>
      <w:r w:rsidRPr="009B4DA3">
        <w:rPr>
          <w:sz w:val="22"/>
          <w:szCs w:val="22"/>
          <w:lang w:val="en-US"/>
        </w:rPr>
        <w:t>Authors are requested to hand in a full-paper of 6 pages, including abstract and references. Papers with more than 8 pages will not at all be accepted</w:t>
      </w:r>
      <w:r w:rsidRPr="009B4DA3">
        <w:rPr>
          <w:rFonts w:ascii="NimbusRomNo9L-Regu" w:hAnsi="NimbusRomNo9L-Regu" w:cs="NimbusRomNo9L-Regu"/>
          <w:sz w:val="22"/>
          <w:szCs w:val="22"/>
          <w:lang w:val="en-US"/>
        </w:rPr>
        <w:t>.</w:t>
      </w:r>
    </w:p>
    <w:p w14:paraId="5B3FC246" w14:textId="77777777" w:rsidR="00490C5A" w:rsidRPr="003537C6" w:rsidRDefault="00490C5A" w:rsidP="00200906">
      <w:pPr>
        <w:pStyle w:val="Text"/>
      </w:pPr>
      <w:r w:rsidRPr="003537C6">
        <w:t>In order to ensure uniform style throughout the volume, all the papers have to be prepared strictly according to the instructions set below.</w:t>
      </w:r>
    </w:p>
    <w:p w14:paraId="380CD218" w14:textId="79892458" w:rsidR="0006277C" w:rsidRPr="00465E91" w:rsidRDefault="00F30C60" w:rsidP="00200906">
      <w:pPr>
        <w:pStyle w:val="Text"/>
      </w:pPr>
      <w:r w:rsidRPr="003537C6">
        <w:t>Plea</w:t>
      </w:r>
      <w:r w:rsidR="000603E5" w:rsidRPr="003537C6">
        <w:t>se open the file “Templat</w:t>
      </w:r>
      <w:r w:rsidR="000603E5" w:rsidRPr="00465E91">
        <w:t xml:space="preserve">e EURO </w:t>
      </w:r>
      <w:r w:rsidR="008C4533">
        <w:t>TUN 2013</w:t>
      </w:r>
      <w:bookmarkStart w:id="0" w:name="_GoBack"/>
      <w:bookmarkEnd w:id="0"/>
      <w:r w:rsidR="003A11D3" w:rsidRPr="003537C6">
        <w:t>”.</w:t>
      </w:r>
      <w:r w:rsidR="005575D9" w:rsidRPr="003537C6">
        <w:t xml:space="preserve"> </w:t>
      </w:r>
      <w:r w:rsidR="0006277C" w:rsidRPr="003537C6">
        <w:t xml:space="preserve">The paper format </w:t>
      </w:r>
      <w:r w:rsidR="009702FF" w:rsidRPr="003537C6">
        <w:t xml:space="preserve">of this template </w:t>
      </w:r>
      <w:r w:rsidR="0006277C" w:rsidRPr="003537C6">
        <w:t>is 17 cm width x 24 cm height with upper margin of 2,6 cm and lower margin of 2,5 cm. For even pages the left margin has a width of 1,6 cm and the right margin has a width of 2,6 cm. For odd pages and the</w:t>
      </w:r>
      <w:r w:rsidR="0006277C" w:rsidRPr="00465E91">
        <w:t xml:space="preserve"> first page these margins are inverted.</w:t>
      </w:r>
    </w:p>
    <w:p w14:paraId="5EE4B450" w14:textId="77777777" w:rsidR="00EF3928" w:rsidRPr="003537C6" w:rsidRDefault="00E86167" w:rsidP="00200906">
      <w:pPr>
        <w:pStyle w:val="Text"/>
      </w:pPr>
      <w:r w:rsidRPr="003537C6">
        <w:t>You may paste the text of your manuscript into this template and format your paper as follows:</w:t>
      </w:r>
    </w:p>
    <w:p w14:paraId="06E659DA" w14:textId="77777777" w:rsidR="00555235" w:rsidRPr="003537C6" w:rsidRDefault="00555235" w:rsidP="00200906">
      <w:pPr>
        <w:pStyle w:val="Text"/>
      </w:pPr>
      <w:r w:rsidRPr="003537C6">
        <w:t>Highli</w:t>
      </w:r>
      <w:r w:rsidR="00EF3928" w:rsidRPr="003537C6">
        <w:t xml:space="preserve">ght the text you wish to format. </w:t>
      </w:r>
      <w:r w:rsidRPr="003537C6">
        <w:t xml:space="preserve">On the </w:t>
      </w:r>
      <w:r w:rsidRPr="003537C6">
        <w:rPr>
          <w:bCs/>
        </w:rPr>
        <w:t>formatting toolbar</w:t>
      </w:r>
      <w:r w:rsidRPr="003537C6">
        <w:t>, use the drop down menu to access the format style you w</w:t>
      </w:r>
      <w:r w:rsidRPr="00465E91">
        <w:t>ish to use.</w:t>
      </w:r>
      <w:r w:rsidR="00EF3928" w:rsidRPr="003537C6">
        <w:t xml:space="preserve"> </w:t>
      </w:r>
      <w:r w:rsidRPr="003537C6">
        <w:t xml:space="preserve">Select the </w:t>
      </w:r>
      <w:r w:rsidRPr="003537C6">
        <w:rPr>
          <w:bCs/>
        </w:rPr>
        <w:t>style</w:t>
      </w:r>
      <w:r w:rsidRPr="003537C6">
        <w:t>; the highlighted text will change to the format you have chosen.</w:t>
      </w:r>
    </w:p>
    <w:p w14:paraId="4E11AC2D" w14:textId="77777777" w:rsidR="00A24EC6" w:rsidRPr="003537C6" w:rsidRDefault="007A010E" w:rsidP="00A24EC6">
      <w:pPr>
        <w:pStyle w:val="Headingfirstlevel"/>
      </w:pPr>
      <w:r w:rsidRPr="003537C6">
        <w:t>LAYOUT</w:t>
      </w:r>
    </w:p>
    <w:p w14:paraId="17072C17" w14:textId="77777777" w:rsidR="00A24EC6" w:rsidRPr="009A16C1" w:rsidRDefault="00C5292A" w:rsidP="009A16C1">
      <w:pPr>
        <w:pStyle w:val="HeadingSecondLevel"/>
        <w:spacing w:before="0"/>
        <w:rPr>
          <w:bCs/>
        </w:rPr>
      </w:pPr>
      <w:r w:rsidRPr="009A16C1">
        <w:rPr>
          <w:bCs/>
        </w:rPr>
        <w:t>2.1</w:t>
      </w:r>
      <w:r w:rsidRPr="009A16C1">
        <w:rPr>
          <w:bCs/>
        </w:rPr>
        <w:tab/>
      </w:r>
      <w:r w:rsidR="007A010E" w:rsidRPr="009A16C1">
        <w:rPr>
          <w:bCs/>
        </w:rPr>
        <w:t>Title, A</w:t>
      </w:r>
      <w:r w:rsidR="00A24EC6" w:rsidRPr="009A16C1">
        <w:rPr>
          <w:bCs/>
        </w:rPr>
        <w:t>uthors</w:t>
      </w:r>
      <w:r w:rsidR="002E27ED" w:rsidRPr="009A16C1">
        <w:rPr>
          <w:bCs/>
        </w:rPr>
        <w:t>,</w:t>
      </w:r>
      <w:r w:rsidR="007A010E" w:rsidRPr="009A16C1">
        <w:rPr>
          <w:bCs/>
        </w:rPr>
        <w:t xml:space="preserve"> A</w:t>
      </w:r>
      <w:r w:rsidR="00A24EC6" w:rsidRPr="009A16C1">
        <w:rPr>
          <w:bCs/>
        </w:rPr>
        <w:t>ffiliations</w:t>
      </w:r>
      <w:r w:rsidR="007A010E" w:rsidRPr="009A16C1">
        <w:rPr>
          <w:bCs/>
        </w:rPr>
        <w:t xml:space="preserve"> and H</w:t>
      </w:r>
      <w:r w:rsidR="002E27ED" w:rsidRPr="009A16C1">
        <w:rPr>
          <w:bCs/>
        </w:rPr>
        <w:t>eaders</w:t>
      </w:r>
    </w:p>
    <w:p w14:paraId="09333DDC" w14:textId="77777777" w:rsidR="00A24EC6" w:rsidRPr="003537C6" w:rsidRDefault="00C5292A" w:rsidP="009A16C1">
      <w:pPr>
        <w:pStyle w:val="Headingthirdlevel"/>
        <w:spacing w:before="0"/>
      </w:pPr>
      <w:r w:rsidRPr="003537C6">
        <w:t>2.1.1</w:t>
      </w:r>
      <w:r w:rsidRPr="003537C6">
        <w:tab/>
        <w:t>Title</w:t>
      </w:r>
    </w:p>
    <w:p w14:paraId="0DD8C9B0" w14:textId="77777777" w:rsidR="00A24EC6" w:rsidRPr="003537C6" w:rsidRDefault="00A24EC6" w:rsidP="00200906">
      <w:pPr>
        <w:pStyle w:val="Text"/>
      </w:pPr>
      <w:r w:rsidRPr="003537C6">
        <w:t xml:space="preserve">Use the </w:t>
      </w:r>
      <w:r w:rsidR="009702FF" w:rsidRPr="003537C6">
        <w:t>format style</w:t>
      </w:r>
      <w:r w:rsidRPr="003537C6">
        <w:t xml:space="preserve"> “Title” </w:t>
      </w:r>
      <w:r w:rsidR="00E85C2A" w:rsidRPr="003537C6">
        <w:t>(</w:t>
      </w:r>
      <w:r w:rsidR="00C21331">
        <w:t>Times New Roman</w:t>
      </w:r>
      <w:r w:rsidR="00E85C2A" w:rsidRPr="003537C6">
        <w:t xml:space="preserve"> 14, bold, full justification, space before 96 pt, space after </w:t>
      </w:r>
      <w:r w:rsidR="00E85C2A" w:rsidRPr="00465E91">
        <w:t xml:space="preserve">14 pt) </w:t>
      </w:r>
      <w:r w:rsidR="009702FF" w:rsidRPr="003537C6">
        <w:t xml:space="preserve">of the drop down menu on the formatting toolbar </w:t>
      </w:r>
      <w:r w:rsidRPr="003537C6">
        <w:t>or place the cursor on the T of Title and type the title of your paper</w:t>
      </w:r>
      <w:r w:rsidR="00251B84" w:rsidRPr="003537C6">
        <w:t>.</w:t>
      </w:r>
      <w:r w:rsidRPr="003537C6">
        <w:t xml:space="preserve"> </w:t>
      </w:r>
      <w:r w:rsidR="00187844" w:rsidRPr="003537C6">
        <w:t>Delete the word T</w:t>
      </w:r>
      <w:r w:rsidRPr="003537C6">
        <w:t>itle (do not delete the paragraph end).</w:t>
      </w:r>
    </w:p>
    <w:p w14:paraId="50BE1138" w14:textId="77777777" w:rsidR="00C5292A" w:rsidRPr="003537C6" w:rsidRDefault="00C5292A" w:rsidP="00C5292A">
      <w:pPr>
        <w:pStyle w:val="Headingthirdlevel"/>
      </w:pPr>
      <w:r w:rsidRPr="003537C6">
        <w:t>2.1.2</w:t>
      </w:r>
      <w:r w:rsidRPr="003537C6">
        <w:tab/>
        <w:t>Authors</w:t>
      </w:r>
    </w:p>
    <w:p w14:paraId="26A77899" w14:textId="77777777" w:rsidR="00A24EC6" w:rsidRDefault="00A24EC6" w:rsidP="00200906">
      <w:pPr>
        <w:pStyle w:val="Text"/>
      </w:pPr>
      <w:r w:rsidRPr="00200906">
        <w:t xml:space="preserve">Use the </w:t>
      </w:r>
      <w:r w:rsidR="002E27ED" w:rsidRPr="00200906">
        <w:t>format style</w:t>
      </w:r>
      <w:r w:rsidR="007E01A4" w:rsidRPr="00200906">
        <w:t xml:space="preserve"> “Author</w:t>
      </w:r>
      <w:r w:rsidRPr="00200906">
        <w:t xml:space="preserve">” </w:t>
      </w:r>
      <w:r w:rsidR="00E85C2A" w:rsidRPr="00200906">
        <w:t>(</w:t>
      </w:r>
      <w:r w:rsidR="00C21331" w:rsidRPr="00200906">
        <w:t>Times New Roman</w:t>
      </w:r>
      <w:r w:rsidR="00E85C2A" w:rsidRPr="00200906">
        <w:t xml:space="preserve"> 11, bold, full justification, line spacing 13 pt) </w:t>
      </w:r>
      <w:r w:rsidRPr="00200906">
        <w:t>or place the cursor on the A of Author</w:t>
      </w:r>
      <w:r w:rsidR="002E27ED" w:rsidRPr="00200906">
        <w:t xml:space="preserve"> 1</w:t>
      </w:r>
      <w:r w:rsidR="00291725" w:rsidRPr="00200906">
        <w:t xml:space="preserve"> and type the name of the first author (first </w:t>
      </w:r>
      <w:r w:rsidR="00C24E91" w:rsidRPr="00200906">
        <w:t>name</w:t>
      </w:r>
      <w:r w:rsidR="00291725" w:rsidRPr="00200906">
        <w:t xml:space="preserve"> and then the</w:t>
      </w:r>
      <w:r w:rsidR="00F11DE8" w:rsidRPr="00200906">
        <w:t xml:space="preserve"> last name). </w:t>
      </w:r>
      <w:r w:rsidR="00291725" w:rsidRPr="00200906">
        <w:t>Add the name of the second author after an “and” (or a comma if more names follow).</w:t>
      </w:r>
      <w:r w:rsidR="000C29A0" w:rsidRPr="00200906">
        <w:t xml:space="preserve"> Use superscript for the number of the corresponding affiliations</w:t>
      </w:r>
      <w:r w:rsidR="000C29A0" w:rsidRPr="003537C6">
        <w:t xml:space="preserve">. </w:t>
      </w:r>
      <w:r w:rsidR="000C29A0" w:rsidRPr="00200906">
        <w:t>Now d</w:t>
      </w:r>
      <w:r w:rsidR="00291725" w:rsidRPr="00200906">
        <w:t xml:space="preserve">elete the words Author 1 ect. </w:t>
      </w:r>
      <w:r w:rsidR="00C01E3F" w:rsidRPr="00200906">
        <w:t>Authors with the same affiliation should be grouped.</w:t>
      </w:r>
    </w:p>
    <w:p w14:paraId="01CA449A" w14:textId="77777777" w:rsidR="00C5292A" w:rsidRPr="003537C6" w:rsidRDefault="00C5292A" w:rsidP="00426DE6">
      <w:pPr>
        <w:pStyle w:val="Headingthirdlevel"/>
      </w:pPr>
      <w:r w:rsidRPr="003537C6">
        <w:t>2.1.3</w:t>
      </w:r>
      <w:r w:rsidRPr="003537C6">
        <w:tab/>
        <w:t>Affiliation</w:t>
      </w:r>
      <w:r w:rsidR="007041FD" w:rsidRPr="003537C6">
        <w:t>s</w:t>
      </w:r>
    </w:p>
    <w:p w14:paraId="47B67234" w14:textId="77777777" w:rsidR="00291725" w:rsidRDefault="00291725" w:rsidP="008E3989">
      <w:pPr>
        <w:pStyle w:val="Text"/>
      </w:pPr>
      <w:r w:rsidRPr="003537C6">
        <w:t xml:space="preserve">Use the </w:t>
      </w:r>
      <w:r w:rsidR="002E27ED" w:rsidRPr="003537C6">
        <w:t>format style</w:t>
      </w:r>
      <w:r w:rsidRPr="003537C6">
        <w:t xml:space="preserve"> “Affiliation” </w:t>
      </w:r>
      <w:r w:rsidR="00E85C2A" w:rsidRPr="003537C6">
        <w:t>(</w:t>
      </w:r>
      <w:r w:rsidR="00C21331">
        <w:t>Times New Roman</w:t>
      </w:r>
      <w:r w:rsidR="00E85C2A" w:rsidRPr="003537C6">
        <w:t xml:space="preserve"> 11, standard, full justification, line </w:t>
      </w:r>
      <w:r w:rsidR="00E85C2A" w:rsidRPr="00465E91">
        <w:t>spacing 13 pt)</w:t>
      </w:r>
      <w:r w:rsidR="007647F8" w:rsidRPr="003537C6">
        <w:t xml:space="preserve"> </w:t>
      </w:r>
      <w:r w:rsidR="00C01E3F" w:rsidRPr="003537C6">
        <w:t>or</w:t>
      </w:r>
      <w:r w:rsidRPr="003537C6">
        <w:t xml:space="preserve"> place the cursor on the A of Affiliation</w:t>
      </w:r>
      <w:r w:rsidR="002E27ED" w:rsidRPr="003537C6">
        <w:t xml:space="preserve"> 1</w:t>
      </w:r>
      <w:r w:rsidRPr="003537C6">
        <w:t xml:space="preserve"> and type the co</w:t>
      </w:r>
      <w:r w:rsidR="00511212">
        <w:t>rrect affiliation (Name of the I</w:t>
      </w:r>
      <w:r w:rsidRPr="003537C6">
        <w:t>nstitute, City, Country). Now delete the word Affiliation</w:t>
      </w:r>
      <w:r w:rsidR="002E27ED" w:rsidRPr="003537C6">
        <w:t xml:space="preserve"> 1</w:t>
      </w:r>
      <w:r w:rsidRPr="003537C6">
        <w:t xml:space="preserve">, </w:t>
      </w:r>
      <w:r w:rsidRPr="003537C6">
        <w:lastRenderedPageBreak/>
        <w:t>give a return and type the next affiliation. Repeat this</w:t>
      </w:r>
      <w:r w:rsidR="00C5292A" w:rsidRPr="003537C6">
        <w:t xml:space="preserve"> p</w:t>
      </w:r>
      <w:r w:rsidRPr="003537C6">
        <w:t>rocedure until all affiliatio</w:t>
      </w:r>
      <w:r w:rsidRPr="00465E91">
        <w:t>ns have been typed.</w:t>
      </w:r>
      <w:r w:rsidR="000C29A0" w:rsidRPr="003537C6">
        <w:t xml:space="preserve"> </w:t>
      </w:r>
    </w:p>
    <w:p w14:paraId="3D481FD1" w14:textId="77777777" w:rsidR="000C29A0" w:rsidRPr="008E3989" w:rsidRDefault="000C29A0" w:rsidP="008E3989">
      <w:pPr>
        <w:pStyle w:val="Headingthirdlevel"/>
      </w:pPr>
      <w:r w:rsidRPr="008E3989">
        <w:t>2.1.4</w:t>
      </w:r>
      <w:r w:rsidRPr="008E3989">
        <w:tab/>
        <w:t>Headers</w:t>
      </w:r>
    </w:p>
    <w:p w14:paraId="12F96720" w14:textId="77777777" w:rsidR="000C29A0" w:rsidRPr="003537C6" w:rsidRDefault="000C29A0" w:rsidP="008E3989">
      <w:pPr>
        <w:pStyle w:val="Text"/>
      </w:pPr>
      <w:r w:rsidRPr="003537C6">
        <w:t xml:space="preserve">Go to the View menu and choose Header and Footer from the list. Type the </w:t>
      </w:r>
      <w:r w:rsidR="00D77362" w:rsidRPr="003537C6">
        <w:t>names of the authors on the e</w:t>
      </w:r>
      <w:r w:rsidR="0042332B" w:rsidRPr="003537C6">
        <w:t>ven page (format style “Header A</w:t>
      </w:r>
      <w:r w:rsidR="00D77362" w:rsidRPr="003537C6">
        <w:t xml:space="preserve">uthors” and the title of your paper on the odd page (format style “Header Title”). </w:t>
      </w:r>
    </w:p>
    <w:p w14:paraId="04F5F412" w14:textId="77777777" w:rsidR="007647F8" w:rsidRPr="003537C6" w:rsidRDefault="00834760" w:rsidP="00834760">
      <w:pPr>
        <w:pStyle w:val="HeadingSecondLevel"/>
      </w:pPr>
      <w:r w:rsidRPr="003537C6">
        <w:t>2.2</w:t>
      </w:r>
      <w:r w:rsidRPr="003537C6">
        <w:tab/>
      </w:r>
      <w:r w:rsidR="007A010E" w:rsidRPr="003537C6">
        <w:t>Abstract and K</w:t>
      </w:r>
      <w:r w:rsidR="007647F8" w:rsidRPr="003537C6">
        <w:t>eywords</w:t>
      </w:r>
    </w:p>
    <w:p w14:paraId="6AA107EA" w14:textId="77777777" w:rsidR="009C3442" w:rsidRPr="003537C6" w:rsidRDefault="00834760" w:rsidP="002475BD">
      <w:pPr>
        <w:pStyle w:val="Headingthirdlevel"/>
        <w:spacing w:before="0"/>
      </w:pPr>
      <w:r w:rsidRPr="003537C6">
        <w:t>2.2.1</w:t>
      </w:r>
      <w:r w:rsidR="009C3442" w:rsidRPr="003537C6">
        <w:tab/>
        <w:t>Abstract</w:t>
      </w:r>
    </w:p>
    <w:p w14:paraId="3EB990BF" w14:textId="77777777" w:rsidR="007647F8" w:rsidRPr="003537C6" w:rsidRDefault="009C3442" w:rsidP="008E3989">
      <w:pPr>
        <w:pStyle w:val="Text"/>
      </w:pPr>
      <w:r w:rsidRPr="003537C6">
        <w:t xml:space="preserve">For the abstract text please use </w:t>
      </w:r>
      <w:r w:rsidR="00C21331">
        <w:t>Times New Roman</w:t>
      </w:r>
      <w:r w:rsidRPr="003537C6">
        <w:t xml:space="preserve"> 11, full justification, space before 0 pt, space after </w:t>
      </w:r>
      <w:r w:rsidR="00511212">
        <w:t>0 pt, line spacing 14</w:t>
      </w:r>
      <w:r w:rsidRPr="003537C6">
        <w:t xml:space="preserve"> pt (</w:t>
      </w:r>
      <w:r w:rsidR="00D77362" w:rsidRPr="003537C6">
        <w:t>format style “Text”</w:t>
      </w:r>
      <w:r w:rsidRPr="003537C6">
        <w:t>).</w:t>
      </w:r>
    </w:p>
    <w:p w14:paraId="6FF2C913" w14:textId="77777777" w:rsidR="00941A06" w:rsidRPr="003537C6" w:rsidRDefault="00834760" w:rsidP="00834760">
      <w:pPr>
        <w:pStyle w:val="Headingthirdlevel"/>
      </w:pPr>
      <w:r w:rsidRPr="003537C6">
        <w:t>2.2.2</w:t>
      </w:r>
      <w:r w:rsidRPr="003537C6">
        <w:tab/>
      </w:r>
      <w:r w:rsidR="00941A06" w:rsidRPr="003537C6">
        <w:t>Keywords</w:t>
      </w:r>
    </w:p>
    <w:p w14:paraId="5018C800" w14:textId="77777777" w:rsidR="00941A06" w:rsidRPr="003537C6" w:rsidRDefault="00941A06" w:rsidP="008E3989">
      <w:pPr>
        <w:pStyle w:val="Text"/>
      </w:pPr>
      <w:r w:rsidRPr="003537C6">
        <w:t xml:space="preserve">Please use the </w:t>
      </w:r>
      <w:r w:rsidR="00D77362" w:rsidRPr="003537C6">
        <w:t>format style</w:t>
      </w:r>
      <w:r w:rsidRPr="003537C6">
        <w:t xml:space="preserve"> </w:t>
      </w:r>
      <w:r w:rsidR="00BB7AB9" w:rsidRPr="003537C6">
        <w:t>“Keywords” (</w:t>
      </w:r>
      <w:r w:rsidR="00C21331">
        <w:t>Times New Roman</w:t>
      </w:r>
      <w:r w:rsidRPr="003537C6">
        <w:t>, 9, full justif</w:t>
      </w:r>
      <w:r w:rsidRPr="00465E91">
        <w:t xml:space="preserve">ication, space before </w:t>
      </w:r>
      <w:r w:rsidR="00BD4AB0">
        <w:t>10</w:t>
      </w:r>
      <w:r w:rsidRPr="00465E91">
        <w:t xml:space="preserve"> pt, space after 0 pt, line spacing 11 pt, hanging indent of 1,8 cm</w:t>
      </w:r>
      <w:r w:rsidR="00BB7AB9" w:rsidRPr="003537C6">
        <w:t>).</w:t>
      </w:r>
    </w:p>
    <w:p w14:paraId="61BD89A1" w14:textId="77777777" w:rsidR="007647F8" w:rsidRPr="003537C6" w:rsidRDefault="00C34358" w:rsidP="00BB7AB9">
      <w:pPr>
        <w:pStyle w:val="HeadingSecondLevel"/>
      </w:pPr>
      <w:r w:rsidRPr="003537C6">
        <w:t>2.3</w:t>
      </w:r>
      <w:r w:rsidR="00BB7AB9" w:rsidRPr="003537C6">
        <w:tab/>
      </w:r>
      <w:r w:rsidR="007647F8" w:rsidRPr="003537C6">
        <w:t xml:space="preserve">Text </w:t>
      </w:r>
    </w:p>
    <w:p w14:paraId="3F55D954" w14:textId="77777777" w:rsidR="00533574" w:rsidRDefault="00BB7AB9" w:rsidP="008E3989">
      <w:pPr>
        <w:pStyle w:val="Text"/>
      </w:pPr>
      <w:r w:rsidRPr="003537C6">
        <w:t xml:space="preserve">All text should be typed in </w:t>
      </w:r>
      <w:r w:rsidR="00C21331">
        <w:t>Times New Roman</w:t>
      </w:r>
      <w:r w:rsidR="007647F8" w:rsidRPr="003537C6">
        <w:t xml:space="preserve"> 11, full justification, </w:t>
      </w:r>
      <w:r w:rsidR="0080702F">
        <w:t>space before 0 pt, s</w:t>
      </w:r>
      <w:r w:rsidR="002A1BF0">
        <w:t>pace after 0 pt, line spacing 14</w:t>
      </w:r>
      <w:r w:rsidR="007647F8" w:rsidRPr="003537C6">
        <w:t xml:space="preserve"> pt (</w:t>
      </w:r>
      <w:r w:rsidR="00D77362" w:rsidRPr="003537C6">
        <w:t>format style “Text”</w:t>
      </w:r>
      <w:r w:rsidR="007647F8" w:rsidRPr="003537C6">
        <w:t xml:space="preserve">). </w:t>
      </w:r>
      <w:r w:rsidRPr="003537C6">
        <w:t>Never add any sp</w:t>
      </w:r>
      <w:r w:rsidR="007C72BB" w:rsidRPr="003537C6">
        <w:t xml:space="preserve">ace between lines or paragraphs and never use more than one space after each other. </w:t>
      </w:r>
      <w:r w:rsidR="007A010E" w:rsidRPr="003537C6">
        <w:t>Please</w:t>
      </w:r>
      <w:r w:rsidR="00D9417A" w:rsidRPr="003537C6">
        <w:t>,</w:t>
      </w:r>
      <w:r w:rsidR="007A010E" w:rsidRPr="003537C6">
        <w:t xml:space="preserve"> n</w:t>
      </w:r>
      <w:r w:rsidR="007647F8" w:rsidRPr="003537C6">
        <w:t xml:space="preserve">ever use bold </w:t>
      </w:r>
      <w:r w:rsidR="007A010E" w:rsidRPr="003537C6">
        <w:t>except to denote vector</w:t>
      </w:r>
      <w:r w:rsidR="007C72BB" w:rsidRPr="003537C6">
        <w:t xml:space="preserve">s in </w:t>
      </w:r>
      <w:r w:rsidR="007A010E" w:rsidRPr="003537C6">
        <w:t>mathematical formulae</w:t>
      </w:r>
      <w:r w:rsidR="00533574" w:rsidRPr="003537C6">
        <w:t xml:space="preserve"> and n</w:t>
      </w:r>
      <w:r w:rsidR="007C72BB" w:rsidRPr="003537C6">
        <w:t>ever underline any text</w:t>
      </w:r>
      <w:r w:rsidR="00533574" w:rsidRPr="003537C6">
        <w:t>.</w:t>
      </w:r>
      <w:r w:rsidR="007A010E" w:rsidRPr="003537C6">
        <w:t xml:space="preserve"> </w:t>
      </w:r>
    </w:p>
    <w:p w14:paraId="5B7F3E4F" w14:textId="77777777" w:rsidR="00BB7AB9" w:rsidRPr="008E3989" w:rsidRDefault="00A5697B" w:rsidP="00426DE6">
      <w:pPr>
        <w:pStyle w:val="Headingfirstlevel"/>
      </w:pPr>
      <w:r w:rsidRPr="008E3989">
        <w:t>Heading</w:t>
      </w:r>
      <w:r w:rsidR="00BB7AB9" w:rsidRPr="008E3989">
        <w:t>s</w:t>
      </w:r>
      <w:r w:rsidRPr="008E3989">
        <w:t xml:space="preserve"> </w:t>
      </w:r>
    </w:p>
    <w:p w14:paraId="3B8651E3" w14:textId="77777777" w:rsidR="00E14E25" w:rsidRDefault="00BB7AB9" w:rsidP="008E3989">
      <w:pPr>
        <w:pStyle w:val="Text"/>
      </w:pPr>
      <w:r w:rsidRPr="008E3989">
        <w:t xml:space="preserve">For the </w:t>
      </w:r>
      <w:r w:rsidR="009959B9" w:rsidRPr="008E3989">
        <w:t xml:space="preserve">primary </w:t>
      </w:r>
      <w:r w:rsidRPr="008E3989">
        <w:t xml:space="preserve">heading please use the </w:t>
      </w:r>
      <w:r w:rsidR="00D77362" w:rsidRPr="008E3989">
        <w:t>format style</w:t>
      </w:r>
      <w:r w:rsidRPr="008E3989">
        <w:t xml:space="preserve"> “Heading first level” </w:t>
      </w:r>
      <w:r w:rsidR="00A5697B" w:rsidRPr="008E3989">
        <w:t>(</w:t>
      </w:r>
      <w:r w:rsidR="00C21331" w:rsidRPr="008E3989">
        <w:t>Times New Roman</w:t>
      </w:r>
      <w:r w:rsidR="00A5697B" w:rsidRPr="008E3989">
        <w:t xml:space="preserve"> 11, bold, </w:t>
      </w:r>
      <w:r w:rsidR="007A010E" w:rsidRPr="008E3989">
        <w:t xml:space="preserve">capital letters, </w:t>
      </w:r>
      <w:r w:rsidR="00707581" w:rsidRPr="008E3989">
        <w:t>full justification</w:t>
      </w:r>
      <w:r w:rsidR="00A5697B" w:rsidRPr="008E3989">
        <w:t>, space before 17</w:t>
      </w:r>
      <w:r w:rsidR="00707581" w:rsidRPr="008E3989">
        <w:t xml:space="preserve"> </w:t>
      </w:r>
      <w:r w:rsidR="00511212">
        <w:t>pt, space after 9</w:t>
      </w:r>
      <w:r w:rsidR="00A5697B" w:rsidRPr="008E3989">
        <w:t xml:space="preserve"> pt, </w:t>
      </w:r>
      <w:r w:rsidR="006A5244" w:rsidRPr="008E3989">
        <w:t>line spacing 11 pt, hanging indent of 1,0 cm)</w:t>
      </w:r>
      <w:r w:rsidR="009959B9" w:rsidRPr="008E3989">
        <w:t xml:space="preserve">. </w:t>
      </w:r>
      <w:r w:rsidR="008335AC" w:rsidRPr="008E3989">
        <w:t>If a primary heading is placed on the top of a page, the space before</w:t>
      </w:r>
      <w:r w:rsidR="008335AC" w:rsidRPr="003537C6">
        <w:t xml:space="preserve"> should be set to </w:t>
      </w:r>
      <w:r w:rsidR="00AB3FFA" w:rsidRPr="003537C6">
        <w:t>0 pt. In the</w:t>
      </w:r>
      <w:r w:rsidR="00AB3FFA" w:rsidRPr="00465E91">
        <w:t xml:space="preserve"> Word programme this has to be done manually as follows: </w:t>
      </w:r>
      <w:r w:rsidR="00FF543E" w:rsidRPr="003537C6">
        <w:t>Place the cursor on the pr</w:t>
      </w:r>
      <w:r w:rsidR="00187844" w:rsidRPr="003537C6">
        <w:t>imary heading, select Parag</w:t>
      </w:r>
      <w:r w:rsidR="00FF543E" w:rsidRPr="003537C6">
        <w:t>raph in the Format menu, and change the setting for spacing before, from 17 pt to 0 pt. In the same way the setting in the secondary heading for s</w:t>
      </w:r>
      <w:r w:rsidR="00FF543E" w:rsidRPr="00465E91">
        <w:t xml:space="preserve">pacing before should be changed from </w:t>
      </w:r>
      <w:r w:rsidR="00141845">
        <w:t>16</w:t>
      </w:r>
      <w:r w:rsidR="00313452" w:rsidRPr="003537C6">
        <w:t xml:space="preserve"> pt to 0 pt, if a primary heading is directly followed by a secondary heading. </w:t>
      </w:r>
    </w:p>
    <w:p w14:paraId="2B004E9A" w14:textId="77777777" w:rsidR="009959B9" w:rsidRPr="00426DE6" w:rsidRDefault="00426DE6" w:rsidP="00426DE6">
      <w:pPr>
        <w:pStyle w:val="HeadingSecondLevel"/>
        <w:spacing w:before="0"/>
        <w:rPr>
          <w:bCs/>
        </w:rPr>
      </w:pPr>
      <w:r w:rsidRPr="00426DE6">
        <w:rPr>
          <w:bCs/>
        </w:rPr>
        <w:br w:type="page"/>
      </w:r>
      <w:r w:rsidR="009959B9" w:rsidRPr="00426DE6">
        <w:rPr>
          <w:bCs/>
        </w:rPr>
        <w:lastRenderedPageBreak/>
        <w:t>3</w:t>
      </w:r>
      <w:r w:rsidR="007A010E" w:rsidRPr="00426DE6">
        <w:rPr>
          <w:bCs/>
        </w:rPr>
        <w:t>.1</w:t>
      </w:r>
      <w:r w:rsidR="007A010E" w:rsidRPr="00426DE6">
        <w:rPr>
          <w:bCs/>
        </w:rPr>
        <w:tab/>
        <w:t>Heading Second L</w:t>
      </w:r>
      <w:r w:rsidR="00F922CD" w:rsidRPr="00426DE6">
        <w:rPr>
          <w:bCs/>
        </w:rPr>
        <w:t xml:space="preserve">evel </w:t>
      </w:r>
    </w:p>
    <w:p w14:paraId="45D43B51" w14:textId="77777777" w:rsidR="00A5697B" w:rsidRPr="00D67A2D" w:rsidRDefault="00313452" w:rsidP="008E3989">
      <w:pPr>
        <w:pStyle w:val="Text"/>
        <w:rPr>
          <w:spacing w:val="-8"/>
        </w:rPr>
      </w:pPr>
      <w:r w:rsidRPr="00D67A2D">
        <w:rPr>
          <w:spacing w:val="-8"/>
        </w:rPr>
        <w:t xml:space="preserve">The secondary heading has the </w:t>
      </w:r>
      <w:r w:rsidR="00D77362" w:rsidRPr="00D67A2D">
        <w:rPr>
          <w:spacing w:val="-8"/>
        </w:rPr>
        <w:t>format style</w:t>
      </w:r>
      <w:r w:rsidRPr="00D67A2D">
        <w:rPr>
          <w:spacing w:val="-8"/>
        </w:rPr>
        <w:t xml:space="preserve"> “Heading </w:t>
      </w:r>
      <w:r w:rsidR="0039014B" w:rsidRPr="00D67A2D">
        <w:rPr>
          <w:spacing w:val="-8"/>
        </w:rPr>
        <w:t>S</w:t>
      </w:r>
      <w:r w:rsidR="00187844" w:rsidRPr="00D67A2D">
        <w:rPr>
          <w:spacing w:val="-8"/>
        </w:rPr>
        <w:t>econd</w:t>
      </w:r>
      <w:r w:rsidR="0039014B" w:rsidRPr="00D67A2D">
        <w:rPr>
          <w:spacing w:val="-8"/>
        </w:rPr>
        <w:t xml:space="preserve"> L</w:t>
      </w:r>
      <w:r w:rsidRPr="00D67A2D">
        <w:rPr>
          <w:spacing w:val="-8"/>
        </w:rPr>
        <w:t xml:space="preserve">evel” </w:t>
      </w:r>
      <w:r w:rsidR="00F922CD" w:rsidRPr="00D67A2D">
        <w:rPr>
          <w:spacing w:val="-8"/>
        </w:rPr>
        <w:t>(</w:t>
      </w:r>
      <w:r w:rsidR="00C21331" w:rsidRPr="00D67A2D">
        <w:rPr>
          <w:spacing w:val="-8"/>
        </w:rPr>
        <w:t>Times New Roman</w:t>
      </w:r>
      <w:r w:rsidR="00F922CD" w:rsidRPr="00D67A2D">
        <w:rPr>
          <w:spacing w:val="-8"/>
        </w:rPr>
        <w:t xml:space="preserve"> 11, bold, </w:t>
      </w:r>
      <w:r w:rsidR="00D92CA8" w:rsidRPr="00D67A2D">
        <w:rPr>
          <w:spacing w:val="-8"/>
        </w:rPr>
        <w:t xml:space="preserve">full </w:t>
      </w:r>
      <w:r w:rsidR="00707581" w:rsidRPr="00D67A2D">
        <w:rPr>
          <w:spacing w:val="-8"/>
        </w:rPr>
        <w:t>justification</w:t>
      </w:r>
      <w:r w:rsidR="00F922CD" w:rsidRPr="00D67A2D">
        <w:rPr>
          <w:spacing w:val="-8"/>
        </w:rPr>
        <w:t>, sp</w:t>
      </w:r>
      <w:r w:rsidR="00F97D6A" w:rsidRPr="00D67A2D">
        <w:rPr>
          <w:spacing w:val="-8"/>
        </w:rPr>
        <w:t>ace b</w:t>
      </w:r>
      <w:r w:rsidR="00511212" w:rsidRPr="00D67A2D">
        <w:rPr>
          <w:spacing w:val="-8"/>
        </w:rPr>
        <w:t>efore 16</w:t>
      </w:r>
      <w:r w:rsidR="00F97D6A" w:rsidRPr="00D67A2D">
        <w:rPr>
          <w:spacing w:val="-8"/>
        </w:rPr>
        <w:t xml:space="preserve"> pt</w:t>
      </w:r>
      <w:r w:rsidR="00E14E25" w:rsidRPr="00D67A2D">
        <w:rPr>
          <w:spacing w:val="-8"/>
        </w:rPr>
        <w:t xml:space="preserve"> (0 pt, if the secondary heading is placed on the top of a page),</w:t>
      </w:r>
      <w:r w:rsidR="00F97D6A" w:rsidRPr="00D67A2D">
        <w:rPr>
          <w:spacing w:val="-8"/>
        </w:rPr>
        <w:t xml:space="preserve"> space after 6</w:t>
      </w:r>
      <w:r w:rsidR="00F922CD" w:rsidRPr="00D67A2D">
        <w:rPr>
          <w:spacing w:val="-8"/>
        </w:rPr>
        <w:t xml:space="preserve"> pt, line spacing 11 pt, hanging indent of 1,2 cm)</w:t>
      </w:r>
      <w:r w:rsidRPr="00D67A2D">
        <w:rPr>
          <w:spacing w:val="-8"/>
        </w:rPr>
        <w:t>.</w:t>
      </w:r>
      <w:r w:rsidR="00E14E25" w:rsidRPr="00D67A2D">
        <w:rPr>
          <w:spacing w:val="-8"/>
        </w:rPr>
        <w:t xml:space="preserve"> </w:t>
      </w:r>
    </w:p>
    <w:p w14:paraId="79F4764D" w14:textId="77777777" w:rsidR="00313452" w:rsidRPr="003537C6" w:rsidRDefault="00CA6962" w:rsidP="008E3989">
      <w:pPr>
        <w:pStyle w:val="Headingthirdlevel"/>
      </w:pPr>
      <w:r w:rsidRPr="003537C6">
        <w:t>3.1.1</w:t>
      </w:r>
      <w:r w:rsidRPr="003537C6">
        <w:tab/>
      </w:r>
      <w:r w:rsidR="00E853B6" w:rsidRPr="003537C6">
        <w:t xml:space="preserve">Heading third </w:t>
      </w:r>
      <w:r w:rsidR="00E853B6" w:rsidRPr="008E3989">
        <w:t>level</w:t>
      </w:r>
      <w:r w:rsidR="00E853B6" w:rsidRPr="003537C6">
        <w:t xml:space="preserve"> </w:t>
      </w:r>
    </w:p>
    <w:p w14:paraId="326B6D0C" w14:textId="77777777" w:rsidR="00F922CD" w:rsidRPr="003537C6" w:rsidRDefault="00D77362" w:rsidP="008E3989">
      <w:pPr>
        <w:pStyle w:val="Text"/>
      </w:pPr>
      <w:r w:rsidRPr="003537C6">
        <w:t>Use</w:t>
      </w:r>
      <w:r w:rsidR="00313452" w:rsidRPr="003537C6">
        <w:t xml:space="preserve"> the </w:t>
      </w:r>
      <w:r w:rsidRPr="003537C6">
        <w:t>format style</w:t>
      </w:r>
      <w:r w:rsidR="00313452" w:rsidRPr="003537C6">
        <w:t xml:space="preserve"> “Heading third level” </w:t>
      </w:r>
      <w:r w:rsidR="00E853B6" w:rsidRPr="003537C6">
        <w:t>(</w:t>
      </w:r>
      <w:r w:rsidR="00C21331">
        <w:t>Times New Roman</w:t>
      </w:r>
      <w:r w:rsidR="00E853B6" w:rsidRPr="003537C6">
        <w:t xml:space="preserve"> 11, </w:t>
      </w:r>
      <w:r w:rsidR="00707581" w:rsidRPr="003537C6">
        <w:t>full justification</w:t>
      </w:r>
      <w:r w:rsidR="00E853B6" w:rsidRPr="003537C6">
        <w:t xml:space="preserve">, </w:t>
      </w:r>
      <w:r w:rsidR="00D92CA8" w:rsidRPr="003537C6">
        <w:t>space before</w:t>
      </w:r>
      <w:r w:rsidR="00511212">
        <w:t xml:space="preserve"> 11</w:t>
      </w:r>
      <w:r w:rsidR="00D92CA8" w:rsidRPr="00465E91">
        <w:t xml:space="preserve"> pt</w:t>
      </w:r>
      <w:r w:rsidR="00E14E25" w:rsidRPr="003537C6">
        <w:t xml:space="preserve"> (0 pt, if the tertiary heading is placed on the top of a page)</w:t>
      </w:r>
      <w:r w:rsidR="00511212">
        <w:t>, space after 4</w:t>
      </w:r>
      <w:r w:rsidR="00E853B6" w:rsidRPr="003537C6">
        <w:t xml:space="preserve"> pt, line spacing 11 pt, hanging inden</w:t>
      </w:r>
      <w:r w:rsidR="00D40DE3" w:rsidRPr="003537C6">
        <w:t>t</w:t>
      </w:r>
      <w:r w:rsidR="00E853B6" w:rsidRPr="003537C6">
        <w:t xml:space="preserve"> of 1,2 cm)</w:t>
      </w:r>
      <w:r w:rsidR="00313452" w:rsidRPr="003537C6">
        <w:t>.</w:t>
      </w:r>
      <w:r w:rsidRPr="003537C6">
        <w:t xml:space="preserve"> </w:t>
      </w:r>
    </w:p>
    <w:p w14:paraId="5E432F9D" w14:textId="77777777" w:rsidR="00D40DE3" w:rsidRPr="003537C6" w:rsidRDefault="00D40DE3" w:rsidP="008E3989">
      <w:pPr>
        <w:pStyle w:val="Text"/>
      </w:pPr>
      <w:r w:rsidRPr="003537C6">
        <w:t>All headings should be numbered consecutively.</w:t>
      </w:r>
      <w:r w:rsidR="00313452" w:rsidRPr="003537C6">
        <w:t xml:space="preserve"> Use the tab key after typing the number of a heading.</w:t>
      </w:r>
    </w:p>
    <w:p w14:paraId="52867419" w14:textId="77777777" w:rsidR="00CA6962" w:rsidRPr="003537C6" w:rsidRDefault="00D40DE3" w:rsidP="008E3989">
      <w:pPr>
        <w:pStyle w:val="Text"/>
      </w:pPr>
      <w:r w:rsidRPr="003537C6">
        <w:t>The headings “Abstr</w:t>
      </w:r>
      <w:r w:rsidRPr="00465E91">
        <w:t xml:space="preserve">act” and “References” are not numbered. </w:t>
      </w:r>
    </w:p>
    <w:p w14:paraId="0B20C9AA" w14:textId="77777777" w:rsidR="00D40DE3" w:rsidRPr="003537C6" w:rsidRDefault="00491066" w:rsidP="00491066">
      <w:pPr>
        <w:pStyle w:val="Headingfirstlevel"/>
      </w:pPr>
      <w:r w:rsidRPr="003537C6">
        <w:t>Equations</w:t>
      </w:r>
    </w:p>
    <w:p w14:paraId="03E5256D" w14:textId="77777777" w:rsidR="00CA6962" w:rsidRPr="003537C6" w:rsidRDefault="002F582E" w:rsidP="008E3989">
      <w:pPr>
        <w:pStyle w:val="Text"/>
      </w:pPr>
      <w:r>
        <w:t>Use the equation editor of the W</w:t>
      </w:r>
      <w:r w:rsidR="00CA6962" w:rsidRPr="003537C6">
        <w:t xml:space="preserve">ord programme. </w:t>
      </w:r>
    </w:p>
    <w:p w14:paraId="08D96F96" w14:textId="77777777" w:rsidR="00CE3A94" w:rsidRPr="003537C6" w:rsidRDefault="00491066" w:rsidP="008E3989">
      <w:pPr>
        <w:pStyle w:val="Text"/>
      </w:pPr>
      <w:r w:rsidRPr="003537C6">
        <w:t>All equations should be numbered conse</w:t>
      </w:r>
      <w:r w:rsidR="00707581" w:rsidRPr="003537C6">
        <w:t>cutively</w:t>
      </w:r>
      <w:r w:rsidR="00CA6962" w:rsidRPr="003537C6">
        <w:t>.</w:t>
      </w:r>
      <w:r w:rsidR="00707581" w:rsidRPr="003537C6">
        <w:t xml:space="preserve"> </w:t>
      </w:r>
      <w:r w:rsidR="00CA6962" w:rsidRPr="003537C6">
        <w:t>Place the number with the tab key at the end of the line, between parantheses.</w:t>
      </w:r>
      <w:r w:rsidR="00CE3A94" w:rsidRPr="003537C6">
        <w:t xml:space="preserve"> </w:t>
      </w:r>
      <w:r w:rsidRPr="003537C6">
        <w:t>Equations should be referred t</w:t>
      </w:r>
      <w:r w:rsidRPr="00465E91">
        <w:t xml:space="preserve">o in the text such as </w:t>
      </w:r>
      <w:r w:rsidR="00C93F1D">
        <w:t>Eq.</w:t>
      </w:r>
      <w:r w:rsidR="007A010E" w:rsidRPr="003537C6">
        <w:t xml:space="preserve"> </w:t>
      </w:r>
      <w:r w:rsidRPr="003537C6">
        <w:t xml:space="preserve">(1), </w:t>
      </w:r>
      <w:r w:rsidR="00C93F1D">
        <w:t>Eq.</w:t>
      </w:r>
      <w:r w:rsidR="007A010E" w:rsidRPr="003537C6">
        <w:t xml:space="preserve"> </w:t>
      </w:r>
      <w:r w:rsidRPr="003537C6">
        <w:t>(2) ...</w:t>
      </w:r>
      <w:r w:rsidR="006033EB" w:rsidRPr="003537C6">
        <w:t xml:space="preserve"> </w:t>
      </w:r>
    </w:p>
    <w:p w14:paraId="189A8EAF" w14:textId="77777777" w:rsidR="00491066" w:rsidRDefault="006033EB" w:rsidP="008E3989">
      <w:pPr>
        <w:pStyle w:val="Text"/>
      </w:pPr>
      <w:r w:rsidRPr="003537C6">
        <w:t xml:space="preserve">Please use </w:t>
      </w:r>
      <w:r w:rsidR="00C21331">
        <w:t>Times New Roman</w:t>
      </w:r>
      <w:r w:rsidRPr="003537C6">
        <w:t xml:space="preserve"> 11, </w:t>
      </w:r>
      <w:r w:rsidR="00994502" w:rsidRPr="003537C6">
        <w:t>centered</w:t>
      </w:r>
      <w:r w:rsidRPr="003537C6">
        <w:t xml:space="preserve">, space before and space after </w:t>
      </w:r>
      <w:r w:rsidR="00707581" w:rsidRPr="003537C6">
        <w:t>of 6 pt</w:t>
      </w:r>
      <w:r w:rsidR="00511212">
        <w:t>, line spacing 14</w:t>
      </w:r>
      <w:r w:rsidR="00994502" w:rsidRPr="003537C6">
        <w:t xml:space="preserve"> pt</w:t>
      </w:r>
      <w:r w:rsidR="00CE3A94" w:rsidRPr="003537C6">
        <w:t xml:space="preserve"> (</w:t>
      </w:r>
      <w:r w:rsidR="001A70BD" w:rsidRPr="003537C6">
        <w:t>format style</w:t>
      </w:r>
      <w:r w:rsidR="00CE3A94" w:rsidRPr="003537C6">
        <w:t xml:space="preserve"> “Equation”</w:t>
      </w:r>
      <w:r w:rsidR="00350776" w:rsidRPr="003537C6">
        <w:t>)</w:t>
      </w:r>
      <w:r w:rsidR="00707581" w:rsidRPr="003537C6">
        <w:t>.</w:t>
      </w:r>
      <w:r w:rsidRPr="003537C6">
        <w:t xml:space="preserve"> </w:t>
      </w:r>
      <w:r w:rsidR="00555235" w:rsidRPr="003537C6">
        <w:t>For simple equations in the text always use superscript and subscript (select Font in t</w:t>
      </w:r>
      <w:r w:rsidR="00555235" w:rsidRPr="00465E91">
        <w:t>he Format menu). Do not use the equation editor between text on same line</w:t>
      </w:r>
      <w:r w:rsidR="00FC31A1" w:rsidRPr="003537C6">
        <w:t>.</w:t>
      </w:r>
      <w:r w:rsidR="00A61733" w:rsidRPr="003537C6">
        <w:t xml:space="preserve"> </w:t>
      </w:r>
      <w:r w:rsidR="00FC31A1" w:rsidRPr="003537C6">
        <w:t xml:space="preserve">See for example </w:t>
      </w:r>
      <w:r w:rsidR="00C93F1D">
        <w:t>Eq.</w:t>
      </w:r>
      <w:r w:rsidR="00350776" w:rsidRPr="003537C6">
        <w:t xml:space="preserve"> (1) below:</w:t>
      </w:r>
    </w:p>
    <w:p w14:paraId="7C608418" w14:textId="77777777" w:rsidR="00CA6962" w:rsidRPr="003537C6" w:rsidRDefault="006B09DA" w:rsidP="006B09DA">
      <w:pPr>
        <w:pStyle w:val="Equation"/>
        <w:tabs>
          <w:tab w:val="right" w:pos="4111"/>
        </w:tabs>
        <w:jc w:val="right"/>
        <w:rPr>
          <w:szCs w:val="22"/>
        </w:rPr>
      </w:pPr>
      <w:r>
        <w:tab/>
      </w:r>
      <w:r w:rsidR="006033EB" w:rsidRPr="003537C6">
        <w:t>E = m c</w:t>
      </w:r>
      <w:r w:rsidR="006033EB" w:rsidRPr="003537C6">
        <w:rPr>
          <w:szCs w:val="22"/>
          <w:vertAlign w:val="superscript"/>
        </w:rPr>
        <w:t>2</w:t>
      </w:r>
      <w:r w:rsidR="001E4E39" w:rsidRPr="003537C6">
        <w:rPr>
          <w:szCs w:val="22"/>
          <w:vertAlign w:val="superscript"/>
        </w:rPr>
        <w:t xml:space="preserve"> </w:t>
      </w:r>
      <w:r w:rsidR="001E4E39" w:rsidRPr="003537C6"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 w:rsidR="006033EB" w:rsidRPr="003537C6">
        <w:rPr>
          <w:szCs w:val="22"/>
        </w:rPr>
        <w:t>(1)</w:t>
      </w:r>
    </w:p>
    <w:p w14:paraId="1DB89996" w14:textId="77777777" w:rsidR="006033EB" w:rsidRPr="003537C6" w:rsidRDefault="007A010E" w:rsidP="00C75A4C">
      <w:pPr>
        <w:pStyle w:val="Headingfirstlevel"/>
      </w:pPr>
      <w:r w:rsidRPr="003537C6">
        <w:t>Figures, Photographs and T</w:t>
      </w:r>
      <w:r w:rsidR="00C75A4C" w:rsidRPr="003537C6">
        <w:t>ables</w:t>
      </w:r>
    </w:p>
    <w:p w14:paraId="4DE8D58D" w14:textId="77777777" w:rsidR="00C67C1F" w:rsidRPr="003537C6" w:rsidRDefault="00C75A4C" w:rsidP="002475BD">
      <w:pPr>
        <w:pStyle w:val="Text"/>
      </w:pPr>
      <w:r w:rsidRPr="003537C6">
        <w:t xml:space="preserve">Both, tables and figures </w:t>
      </w:r>
      <w:r w:rsidR="00E15956" w:rsidRPr="003537C6">
        <w:t>shoul</w:t>
      </w:r>
      <w:r w:rsidR="00E15956" w:rsidRPr="00465E91">
        <w:t xml:space="preserve">d be located close to the first reference to them in the text. They </w:t>
      </w:r>
      <w:r w:rsidRPr="003537C6">
        <w:t xml:space="preserve">must be arranged in a consecutive order and referred to in the text as Table 1 </w:t>
      </w:r>
      <w:r w:rsidR="00C67C1F" w:rsidRPr="003537C6">
        <w:t xml:space="preserve">and Figure 1 </w:t>
      </w:r>
      <w:r w:rsidRPr="003537C6">
        <w:t xml:space="preserve">respectively. </w:t>
      </w:r>
      <w:r w:rsidR="00C67C1F" w:rsidRPr="003537C6">
        <w:t>They should be positioned into the text in such a way that larger spaces are avoid</w:t>
      </w:r>
      <w:r w:rsidR="00C67C1F" w:rsidRPr="00465E91">
        <w:t xml:space="preserve">ed </w:t>
      </w:r>
      <w:r w:rsidR="00D92CA8" w:rsidRPr="003537C6">
        <w:t xml:space="preserve">and the place is used optimally; preferably at the </w:t>
      </w:r>
      <w:r w:rsidR="00E44376" w:rsidRPr="003537C6">
        <w:t>top</w:t>
      </w:r>
      <w:r w:rsidR="00D92CA8" w:rsidRPr="003537C6">
        <w:t xml:space="preserve"> or at the </w:t>
      </w:r>
      <w:r w:rsidR="00E44376" w:rsidRPr="003537C6">
        <w:t>bottom</w:t>
      </w:r>
      <w:r w:rsidR="00D92CA8" w:rsidRPr="003537C6">
        <w:t xml:space="preserve"> of a page</w:t>
      </w:r>
      <w:r w:rsidR="00E15956" w:rsidRPr="003537C6">
        <w:t xml:space="preserve">. </w:t>
      </w:r>
      <w:r w:rsidR="00C67C1F" w:rsidRPr="003537C6">
        <w:t>Text in figures must be big enough to be readable after reproduction. Please avoid colors to distinguish different lines in one figure. Use different symbols or solid lin</w:t>
      </w:r>
      <w:r w:rsidR="00C67C1F" w:rsidRPr="00465E91">
        <w:t xml:space="preserve">es, dashed lines, and dotted lines instead. </w:t>
      </w:r>
      <w:r w:rsidR="00426889" w:rsidRPr="003537C6">
        <w:t>The proceedings will be printed</w:t>
      </w:r>
      <w:r w:rsidR="001D5F49" w:rsidRPr="003537C6">
        <w:t xml:space="preserve"> in black only. </w:t>
      </w:r>
      <w:r w:rsidR="00B37B0D" w:rsidRPr="003537C6">
        <w:t xml:space="preserve">Leave one line of space between the actual text and a figure. </w:t>
      </w:r>
    </w:p>
    <w:p w14:paraId="785555B1" w14:textId="77777777" w:rsidR="001D5F49" w:rsidRDefault="00C75A4C" w:rsidP="002475BD">
      <w:pPr>
        <w:pStyle w:val="Text"/>
      </w:pPr>
      <w:r w:rsidRPr="003537C6">
        <w:lastRenderedPageBreak/>
        <w:t>Captions for figures and photographs should appear below the</w:t>
      </w:r>
      <w:r w:rsidR="00663E11" w:rsidRPr="003537C6">
        <w:t>m</w:t>
      </w:r>
      <w:r w:rsidRPr="003537C6">
        <w:t xml:space="preserve"> and should be positioned in the text wit</w:t>
      </w:r>
      <w:r w:rsidRPr="00465E91">
        <w:t xml:space="preserve">h </w:t>
      </w:r>
      <w:r w:rsidR="00EC6989" w:rsidRPr="003537C6">
        <w:t xml:space="preserve">a space before of </w:t>
      </w:r>
      <w:r w:rsidR="00707581" w:rsidRPr="003537C6">
        <w:t>6 pt and a space after of 12 pt</w:t>
      </w:r>
      <w:r w:rsidR="00994502" w:rsidRPr="003537C6">
        <w:t>, line spacing 12 pt</w:t>
      </w:r>
      <w:r w:rsidR="00707581" w:rsidRPr="003537C6">
        <w:t>.</w:t>
      </w:r>
      <w:r w:rsidR="00EC6989" w:rsidRPr="003537C6">
        <w:t xml:space="preserve"> Please use </w:t>
      </w:r>
      <w:r w:rsidR="00C21331">
        <w:t>Times New Roman</w:t>
      </w:r>
      <w:r w:rsidR="00EC6989" w:rsidRPr="003537C6">
        <w:t xml:space="preserve"> 9, </w:t>
      </w:r>
      <w:r w:rsidR="00707581" w:rsidRPr="003537C6">
        <w:t>full justification</w:t>
      </w:r>
      <w:r w:rsidR="00EC6989" w:rsidRPr="003537C6">
        <w:t>, w</w:t>
      </w:r>
      <w:r w:rsidR="001D5F49" w:rsidRPr="003537C6">
        <w:t>ith a hanging indent of 1,8 cm (</w:t>
      </w:r>
      <w:r w:rsidR="001A70BD" w:rsidRPr="003537C6">
        <w:t>format style</w:t>
      </w:r>
      <w:r w:rsidR="00511212">
        <w:t xml:space="preserve"> “Figure caption”)</w:t>
      </w:r>
      <w:r w:rsidR="007A010E" w:rsidRPr="003537C6">
        <w:t>. The word “</w:t>
      </w:r>
      <w:r w:rsidR="00B37B0D" w:rsidRPr="003537C6">
        <w:t>Figure</w:t>
      </w:r>
      <w:r w:rsidR="007A010E" w:rsidRPr="003537C6">
        <w:t>” and</w:t>
      </w:r>
      <w:r w:rsidR="001D5F49" w:rsidRPr="003537C6">
        <w:t xml:space="preserve"> the number of the figure should be typed in bold. </w:t>
      </w:r>
      <w:r w:rsidR="00B37B0D" w:rsidRPr="003537C6">
        <w:t>See for example Figure 1 below:</w:t>
      </w:r>
      <w:r w:rsidR="007A010E" w:rsidRPr="003537C6">
        <w:t xml:space="preserve"> </w:t>
      </w:r>
    </w:p>
    <w:p w14:paraId="7CC54E79" w14:textId="77777777" w:rsidR="00426DE6" w:rsidRPr="003537C6" w:rsidRDefault="00426DE6" w:rsidP="002475BD">
      <w:pPr>
        <w:pStyle w:val="Text"/>
      </w:pPr>
    </w:p>
    <w:tbl>
      <w:tblPr>
        <w:tblW w:w="7230" w:type="dxa"/>
        <w:tblInd w:w="108" w:type="dxa"/>
        <w:tblLook w:val="01E0" w:firstRow="1" w:lastRow="1" w:firstColumn="1" w:lastColumn="1" w:noHBand="0" w:noVBand="0"/>
      </w:tblPr>
      <w:tblGrid>
        <w:gridCol w:w="7230"/>
      </w:tblGrid>
      <w:tr w:rsidR="00C75A4C" w:rsidRPr="003537C6" w14:paraId="68A0C69F" w14:textId="77777777">
        <w:tc>
          <w:tcPr>
            <w:tcW w:w="7230" w:type="dxa"/>
          </w:tcPr>
          <w:p w14:paraId="38607CCE" w14:textId="77777777" w:rsidR="00C75A4C" w:rsidRPr="003537C6" w:rsidRDefault="00F67364" w:rsidP="002A1BF0">
            <w:pPr>
              <w:jc w:val="center"/>
            </w:pPr>
            <w:r>
              <w:rPr>
                <w:noProof/>
                <w:lang w:val="de-DE"/>
              </w:rPr>
              <w:drawing>
                <wp:inline distT="0" distB="0" distL="0" distR="0" wp14:anchorId="766C85DE" wp14:editId="3C5885AB">
                  <wp:extent cx="2824480" cy="1693545"/>
                  <wp:effectExtent l="0" t="0" r="0" b="8255"/>
                  <wp:docPr id="4" name="Bild 1" descr="Figure%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ure%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4480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0AF27" w14:textId="77777777" w:rsidR="00B37B0D" w:rsidRPr="008F037A" w:rsidRDefault="00EC6989" w:rsidP="00274951">
      <w:pPr>
        <w:pStyle w:val="Figurecaption"/>
        <w:rPr>
          <w:lang w:val="fr-FR"/>
        </w:rPr>
      </w:pPr>
      <w:r w:rsidRPr="008F037A">
        <w:rPr>
          <w:lang w:val="fr-FR"/>
        </w:rPr>
        <w:t>Figure caption</w:t>
      </w:r>
      <w:r w:rsidR="008F037A" w:rsidRPr="008F037A">
        <w:rPr>
          <w:lang w:val="fr-FR"/>
        </w:rPr>
        <w:t xml:space="preserve"> </w:t>
      </w:r>
    </w:p>
    <w:p w14:paraId="7E7C72DC" w14:textId="77777777" w:rsidR="00426DE6" w:rsidRPr="003537C6" w:rsidRDefault="00EC6989" w:rsidP="00426DE6">
      <w:pPr>
        <w:pStyle w:val="Text"/>
      </w:pPr>
      <w:r w:rsidRPr="003537C6">
        <w:t xml:space="preserve">Captions for tables should be placed above them and should be positioned in the text with a space before </w:t>
      </w:r>
      <w:r w:rsidR="00D85F43" w:rsidRPr="003537C6">
        <w:t xml:space="preserve">of 12 pt </w:t>
      </w:r>
      <w:r w:rsidR="00707581" w:rsidRPr="003537C6">
        <w:t>and a space after of 6 pt</w:t>
      </w:r>
      <w:r w:rsidR="00994502" w:rsidRPr="003537C6">
        <w:t xml:space="preserve">, line </w:t>
      </w:r>
      <w:r w:rsidR="00994502" w:rsidRPr="00465E91">
        <w:t>spacing of 12 pt</w:t>
      </w:r>
      <w:r w:rsidR="00707581" w:rsidRPr="003537C6">
        <w:t>.</w:t>
      </w:r>
      <w:r w:rsidRPr="003537C6">
        <w:t xml:space="preserve"> Please use </w:t>
      </w:r>
      <w:r w:rsidR="00C21331">
        <w:t>Times New Roman</w:t>
      </w:r>
      <w:r w:rsidRPr="003537C6">
        <w:t xml:space="preserve"> 9, </w:t>
      </w:r>
      <w:r w:rsidR="00707581" w:rsidRPr="003537C6">
        <w:t>full justification</w:t>
      </w:r>
      <w:r w:rsidRPr="003537C6">
        <w:t>, with a hanging indent of 1,8 cm</w:t>
      </w:r>
      <w:r w:rsidR="00B37B0D" w:rsidRPr="003537C6">
        <w:t xml:space="preserve"> (</w:t>
      </w:r>
      <w:r w:rsidR="00C21331">
        <w:t>format style:</w:t>
      </w:r>
      <w:r w:rsidR="00B37B0D" w:rsidRPr="003537C6">
        <w:t xml:space="preserve"> “Table caption</w:t>
      </w:r>
      <w:r w:rsidR="00E44376" w:rsidRPr="003537C6">
        <w:t>”</w:t>
      </w:r>
      <w:r w:rsidR="00B37B0D" w:rsidRPr="003537C6">
        <w:t>)</w:t>
      </w:r>
      <w:r w:rsidRPr="003537C6">
        <w:t>.</w:t>
      </w:r>
      <w:r w:rsidR="00B37B0D" w:rsidRPr="003537C6">
        <w:t xml:space="preserve"> The word “Table“ and the number of the table should be typed in bold. See for ex</w:t>
      </w:r>
      <w:r w:rsidR="00B37B0D" w:rsidRPr="00465E91">
        <w:t>ample Table 1 below:</w:t>
      </w:r>
    </w:p>
    <w:p w14:paraId="074F6054" w14:textId="77777777" w:rsidR="00EC6989" w:rsidRPr="003537C6" w:rsidRDefault="00EC6989" w:rsidP="00B37B0D">
      <w:pPr>
        <w:pStyle w:val="Tablecaption"/>
      </w:pPr>
      <w:r w:rsidRPr="003537C6">
        <w:t>Table caption</w:t>
      </w: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479"/>
        <w:gridCol w:w="1480"/>
        <w:gridCol w:w="1480"/>
        <w:gridCol w:w="1312"/>
      </w:tblGrid>
      <w:tr w:rsidR="00056309" w:rsidRPr="003537C6" w14:paraId="1B61DC93" w14:textId="77777777">
        <w:tc>
          <w:tcPr>
            <w:tcW w:w="1479" w:type="dxa"/>
          </w:tcPr>
          <w:p w14:paraId="0B2F3A7B" w14:textId="77777777" w:rsidR="00056309" w:rsidRPr="003537C6" w:rsidRDefault="00E44376" w:rsidP="00D507BF">
            <w:pPr>
              <w:pStyle w:val="TableText"/>
            </w:pPr>
            <w:r w:rsidRPr="003537C6">
              <w:t>Table text</w:t>
            </w:r>
          </w:p>
        </w:tc>
        <w:tc>
          <w:tcPr>
            <w:tcW w:w="1479" w:type="dxa"/>
          </w:tcPr>
          <w:p w14:paraId="2DE32A7F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480" w:type="dxa"/>
          </w:tcPr>
          <w:p w14:paraId="7EE20B3F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480" w:type="dxa"/>
          </w:tcPr>
          <w:p w14:paraId="40D66A2C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312" w:type="dxa"/>
          </w:tcPr>
          <w:p w14:paraId="7CB3DE3E" w14:textId="77777777" w:rsidR="00056309" w:rsidRPr="003537C6" w:rsidRDefault="00056309" w:rsidP="00D507BF">
            <w:pPr>
              <w:pStyle w:val="TableText"/>
            </w:pPr>
          </w:p>
        </w:tc>
      </w:tr>
      <w:tr w:rsidR="00056309" w:rsidRPr="003537C6" w14:paraId="725312E2" w14:textId="77777777">
        <w:tc>
          <w:tcPr>
            <w:tcW w:w="1479" w:type="dxa"/>
          </w:tcPr>
          <w:p w14:paraId="1457A42F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479" w:type="dxa"/>
          </w:tcPr>
          <w:p w14:paraId="01425C12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480" w:type="dxa"/>
          </w:tcPr>
          <w:p w14:paraId="69D2CC78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480" w:type="dxa"/>
          </w:tcPr>
          <w:p w14:paraId="56FAFEB2" w14:textId="77777777" w:rsidR="00056309" w:rsidRPr="003537C6" w:rsidRDefault="00056309" w:rsidP="00D507BF">
            <w:pPr>
              <w:pStyle w:val="TableText"/>
            </w:pPr>
          </w:p>
        </w:tc>
        <w:tc>
          <w:tcPr>
            <w:tcW w:w="1312" w:type="dxa"/>
          </w:tcPr>
          <w:p w14:paraId="7609D591" w14:textId="77777777" w:rsidR="00056309" w:rsidRPr="003537C6" w:rsidRDefault="00056309" w:rsidP="00D507BF">
            <w:pPr>
              <w:pStyle w:val="TableText"/>
            </w:pPr>
          </w:p>
        </w:tc>
      </w:tr>
    </w:tbl>
    <w:p w14:paraId="78086800" w14:textId="77777777" w:rsidR="00C67C1F" w:rsidRDefault="006F650A" w:rsidP="004470E3">
      <w:pPr>
        <w:pStyle w:val="TableText"/>
      </w:pPr>
      <w:r w:rsidRPr="003537C6">
        <w:t>F</w:t>
      </w:r>
      <w:r w:rsidR="004470E3" w:rsidRPr="003537C6">
        <w:t>ootnote</w:t>
      </w:r>
    </w:p>
    <w:p w14:paraId="758ACA99" w14:textId="77777777" w:rsidR="006F650A" w:rsidRPr="003537C6" w:rsidRDefault="006F650A" w:rsidP="004470E3">
      <w:pPr>
        <w:pStyle w:val="TableText"/>
      </w:pPr>
    </w:p>
    <w:p w14:paraId="688B407F" w14:textId="77777777" w:rsidR="00C67C1F" w:rsidRDefault="00056309" w:rsidP="002475BD">
      <w:pPr>
        <w:pStyle w:val="Text"/>
      </w:pPr>
      <w:r w:rsidRPr="003537C6">
        <w:t>Text in tables</w:t>
      </w:r>
      <w:r w:rsidR="004470E3" w:rsidRPr="003537C6">
        <w:t xml:space="preserve"> and footnotes of tables</w:t>
      </w:r>
      <w:r w:rsidRPr="003537C6">
        <w:t xml:space="preserve"> should be formatted in </w:t>
      </w:r>
      <w:r w:rsidR="00C21331">
        <w:t>Times New Roman</w:t>
      </w:r>
      <w:r w:rsidR="00707581" w:rsidRPr="003537C6">
        <w:t xml:space="preserve"> </w:t>
      </w:r>
      <w:r w:rsidRPr="003537C6">
        <w:t>9</w:t>
      </w:r>
      <w:r w:rsidR="00AF60C2" w:rsidRPr="003537C6">
        <w:t xml:space="preserve"> (</w:t>
      </w:r>
      <w:r w:rsidR="00E44376" w:rsidRPr="003537C6">
        <w:t>format style:</w:t>
      </w:r>
      <w:r w:rsidR="00AF60C2" w:rsidRPr="003537C6">
        <w:t xml:space="preserve"> “Table Text”).</w:t>
      </w:r>
      <w:r w:rsidR="008547CB" w:rsidRPr="003537C6">
        <w:t xml:space="preserve"> </w:t>
      </w:r>
      <w:r w:rsidR="001A70BD" w:rsidRPr="003537C6">
        <w:t>Tables</w:t>
      </w:r>
      <w:r w:rsidR="00C67C1F" w:rsidRPr="003537C6">
        <w:t xml:space="preserve"> should be followed by a blank line.</w:t>
      </w:r>
    </w:p>
    <w:p w14:paraId="41363E26" w14:textId="77777777" w:rsidR="00C67C1F" w:rsidRPr="00426DE6" w:rsidRDefault="00426DE6" w:rsidP="00426DE6">
      <w:pPr>
        <w:pStyle w:val="Headingfirstlevel"/>
        <w:spacing w:before="0"/>
        <w:rPr>
          <w:bCs/>
        </w:rPr>
      </w:pPr>
      <w:r w:rsidRPr="00426DE6">
        <w:rPr>
          <w:bCs/>
        </w:rPr>
        <w:br w:type="page"/>
      </w:r>
      <w:r w:rsidR="007A010E" w:rsidRPr="00426DE6">
        <w:rPr>
          <w:bCs/>
        </w:rPr>
        <w:lastRenderedPageBreak/>
        <w:t>Numbered L</w:t>
      </w:r>
      <w:r w:rsidR="009675F1" w:rsidRPr="00426DE6">
        <w:rPr>
          <w:bCs/>
        </w:rPr>
        <w:t>ists</w:t>
      </w:r>
    </w:p>
    <w:p w14:paraId="58FB14DD" w14:textId="77777777" w:rsidR="009675F1" w:rsidRPr="003537C6" w:rsidRDefault="002E0968" w:rsidP="00040FDA">
      <w:pPr>
        <w:pStyle w:val="Numberedlist"/>
      </w:pPr>
      <w:r w:rsidRPr="003537C6">
        <w:t xml:space="preserve">Numbered lists are </w:t>
      </w:r>
      <w:r w:rsidRPr="00465E91">
        <w:t xml:space="preserve">formatted in </w:t>
      </w:r>
      <w:r w:rsidR="00C21331">
        <w:t>Times New Roman</w:t>
      </w:r>
      <w:r w:rsidRPr="00465E91">
        <w:t xml:space="preserve"> 11, </w:t>
      </w:r>
      <w:r w:rsidR="00707581" w:rsidRPr="003537C6">
        <w:t>full justification</w:t>
      </w:r>
      <w:r w:rsidRPr="003537C6">
        <w:t>, space before 0 pt, s</w:t>
      </w:r>
      <w:r w:rsidR="00275485" w:rsidRPr="003537C6">
        <w:t>pace afte</w:t>
      </w:r>
      <w:r w:rsidR="009320AE">
        <w:t>r 8</w:t>
      </w:r>
      <w:r w:rsidR="00341476">
        <w:t xml:space="preserve"> pt, line spacing 14</w:t>
      </w:r>
      <w:r w:rsidRPr="003537C6">
        <w:t xml:space="preserve"> pt.  </w:t>
      </w:r>
    </w:p>
    <w:p w14:paraId="335C530E" w14:textId="77777777" w:rsidR="007B10E9" w:rsidRPr="003537C6" w:rsidRDefault="00040FDA" w:rsidP="00BB7AB9">
      <w:pPr>
        <w:pStyle w:val="Numberedlist"/>
      </w:pPr>
      <w:r w:rsidRPr="003537C6">
        <w:t>T</w:t>
      </w:r>
      <w:r w:rsidR="000876F2" w:rsidRPr="003537C6">
        <w:t xml:space="preserve">hey should have an indent of 0,63 cm </w:t>
      </w:r>
      <w:r w:rsidR="0027302B" w:rsidRPr="003537C6">
        <w:t>and a hanging indent of 0,63 cm (</w:t>
      </w:r>
      <w:r w:rsidR="00F66D30" w:rsidRPr="003537C6">
        <w:t>format style</w:t>
      </w:r>
      <w:r w:rsidR="0027302B" w:rsidRPr="003537C6">
        <w:t xml:space="preserve"> “</w:t>
      </w:r>
      <w:r w:rsidR="00A61733" w:rsidRPr="003537C6">
        <w:t>Numbered list</w:t>
      </w:r>
      <w:r w:rsidR="00426889" w:rsidRPr="003537C6">
        <w:t>”).</w:t>
      </w:r>
      <w:r w:rsidR="00511212">
        <w:t xml:space="preserve"> </w:t>
      </w:r>
    </w:p>
    <w:p w14:paraId="77EB01B8" w14:textId="77777777" w:rsidR="00AF60C2" w:rsidRPr="003537C6" w:rsidRDefault="00CB494F" w:rsidP="00AF60C2">
      <w:pPr>
        <w:pStyle w:val="Headingfirstlevel"/>
      </w:pPr>
      <w:r w:rsidRPr="003537C6">
        <w:t>Notes</w:t>
      </w:r>
    </w:p>
    <w:p w14:paraId="0DADF48C" w14:textId="77777777" w:rsidR="00CB494F" w:rsidRPr="00586CF2" w:rsidRDefault="00300358" w:rsidP="002475BD">
      <w:pPr>
        <w:pStyle w:val="Text"/>
      </w:pPr>
      <w:r w:rsidRPr="00586CF2">
        <w:t>Notes</w:t>
      </w:r>
      <w:r w:rsidR="00CB494F" w:rsidRPr="00586CF2">
        <w:t xml:space="preserve"> should be avoided. Insert the information in the text. In tables the following reference marks should be used: *, **, ect.</w:t>
      </w:r>
      <w:r w:rsidRPr="00586CF2">
        <w:t>;</w:t>
      </w:r>
      <w:r w:rsidR="00CB494F" w:rsidRPr="00586CF2">
        <w:t xml:space="preserve"> </w:t>
      </w:r>
      <w:r w:rsidRPr="00586CF2">
        <w:t>set</w:t>
      </w:r>
      <w:r w:rsidR="00CB494F" w:rsidRPr="00586CF2">
        <w:t xml:space="preserve"> footnotes directly underneath the table.</w:t>
      </w:r>
    </w:p>
    <w:p w14:paraId="658B4658" w14:textId="77777777" w:rsidR="000876F2" w:rsidRPr="003537C6" w:rsidRDefault="000876F2" w:rsidP="00902684">
      <w:pPr>
        <w:pStyle w:val="Headingfirstlevel"/>
        <w:numPr>
          <w:ilvl w:val="0"/>
          <w:numId w:val="0"/>
        </w:numPr>
      </w:pPr>
      <w:r w:rsidRPr="00902684">
        <w:t>References</w:t>
      </w:r>
    </w:p>
    <w:p w14:paraId="2B16939C" w14:textId="77777777" w:rsidR="00743150" w:rsidRPr="003813D5" w:rsidRDefault="007518AB" w:rsidP="00071C6D">
      <w:pPr>
        <w:pStyle w:val="References"/>
      </w:pPr>
      <w:r w:rsidRPr="00465E91">
        <w:t xml:space="preserve">References </w:t>
      </w:r>
      <w:r w:rsidRPr="003813D5">
        <w:t xml:space="preserve">are </w:t>
      </w:r>
      <w:r w:rsidR="002A621A" w:rsidRPr="003813D5">
        <w:t>listed</w:t>
      </w:r>
      <w:r w:rsidRPr="003813D5">
        <w:t xml:space="preserve"> </w:t>
      </w:r>
      <w:r w:rsidR="007929D2" w:rsidRPr="003813D5">
        <w:t>alphabetically</w:t>
      </w:r>
      <w:r w:rsidRPr="003813D5">
        <w:t xml:space="preserve">. </w:t>
      </w:r>
      <w:r w:rsidR="002A621A" w:rsidRPr="003813D5">
        <w:t>They are referred to in the text with n</w:t>
      </w:r>
      <w:r w:rsidR="000876F2" w:rsidRPr="003813D5">
        <w:t>umbers</w:t>
      </w:r>
      <w:r w:rsidRPr="003813D5">
        <w:t xml:space="preserve"> in sq</w:t>
      </w:r>
      <w:r w:rsidR="002A621A" w:rsidRPr="003813D5">
        <w:t>uare brackets, such as [1], [2]</w:t>
      </w:r>
      <w:r w:rsidRPr="003813D5">
        <w:t>. The list of references is placed at the end of the manuscript under the heading References</w:t>
      </w:r>
      <w:r w:rsidR="00743150" w:rsidRPr="003813D5">
        <w:t xml:space="preserve">. </w:t>
      </w:r>
    </w:p>
    <w:p w14:paraId="1C2981E5" w14:textId="77777777" w:rsidR="007518AB" w:rsidRPr="003813D5" w:rsidRDefault="007518AB" w:rsidP="006F650A">
      <w:pPr>
        <w:pStyle w:val="References"/>
      </w:pPr>
      <w:r w:rsidRPr="003813D5">
        <w:t xml:space="preserve">References are formatted in </w:t>
      </w:r>
      <w:r w:rsidR="003537C6" w:rsidRPr="003813D5">
        <w:t xml:space="preserve">Times New Roman </w:t>
      </w:r>
      <w:r w:rsidR="00586CF2">
        <w:t>11</w:t>
      </w:r>
      <w:r w:rsidR="00B93ED5" w:rsidRPr="003813D5">
        <w:t xml:space="preserve">, full justification. They </w:t>
      </w:r>
      <w:r w:rsidRPr="003813D5">
        <w:t xml:space="preserve">have </w:t>
      </w:r>
      <w:r w:rsidR="007C593A">
        <w:t xml:space="preserve">an indent of 0,2 cm, </w:t>
      </w:r>
      <w:r w:rsidRPr="003813D5">
        <w:t xml:space="preserve">a hanging indent of </w:t>
      </w:r>
      <w:r w:rsidR="00586CF2">
        <w:t>0,6</w:t>
      </w:r>
      <w:r w:rsidR="007F771F">
        <w:t xml:space="preserve"> cm, a space before of 0</w:t>
      </w:r>
      <w:r w:rsidR="00C57CE3" w:rsidRPr="003813D5">
        <w:t xml:space="preserve"> </w:t>
      </w:r>
      <w:r w:rsidR="000D304F">
        <w:t>pt, a space after of 8</w:t>
      </w:r>
      <w:r w:rsidR="007F771F">
        <w:t xml:space="preserve"> pt </w:t>
      </w:r>
      <w:r w:rsidR="00586CF2">
        <w:t>and a line spacing of 1</w:t>
      </w:r>
      <w:r w:rsidR="00037EC3">
        <w:t>4</w:t>
      </w:r>
      <w:r w:rsidR="0027302B" w:rsidRPr="003813D5">
        <w:t xml:space="preserve"> pt (</w:t>
      </w:r>
      <w:r w:rsidR="009C0760" w:rsidRPr="003813D5">
        <w:t>format style</w:t>
      </w:r>
      <w:r w:rsidR="007E01A4" w:rsidRPr="003813D5">
        <w:t xml:space="preserve"> “Reference</w:t>
      </w:r>
      <w:r w:rsidR="0027302B" w:rsidRPr="003813D5">
        <w:t>”).</w:t>
      </w:r>
      <w:r w:rsidR="007B6DFA" w:rsidRPr="003813D5">
        <w:t xml:space="preserve"> </w:t>
      </w:r>
    </w:p>
    <w:p w14:paraId="7F68E6D5" w14:textId="77777777" w:rsidR="0073710A" w:rsidRPr="00465E91" w:rsidRDefault="007518AB" w:rsidP="00E67784">
      <w:pPr>
        <w:pStyle w:val="References"/>
      </w:pPr>
      <w:r w:rsidRPr="003813D5">
        <w:t xml:space="preserve">Format for the references is as follows:  </w:t>
      </w:r>
      <w:r w:rsidR="002B08AB" w:rsidRPr="003813D5">
        <w:br/>
      </w:r>
      <w:r w:rsidR="00BC6D5C" w:rsidRPr="003813D5">
        <w:t>(1) For</w:t>
      </w:r>
      <w:r w:rsidRPr="003813D5">
        <w:t xml:space="preserve"> book</w:t>
      </w:r>
      <w:r w:rsidR="00BC6D5C" w:rsidRPr="003813D5">
        <w:t>s</w:t>
      </w:r>
      <w:r w:rsidRPr="003813D5">
        <w:t>: name(s) of</w:t>
      </w:r>
      <w:r w:rsidR="00BC6D5C" w:rsidRPr="003813D5">
        <w:t xml:space="preserve"> the author(s) or editor(s) followed by</w:t>
      </w:r>
      <w:r w:rsidRPr="003813D5">
        <w:t xml:space="preserve"> initials, the title, the publishing company, place and year of publication.  </w:t>
      </w:r>
      <w:r w:rsidR="00924A21" w:rsidRPr="003813D5">
        <w:br/>
      </w:r>
      <w:r w:rsidR="00BC6D5C" w:rsidRPr="003813D5">
        <w:t>(2) For</w:t>
      </w:r>
      <w:r w:rsidRPr="003813D5">
        <w:t xml:space="preserve"> paper</w:t>
      </w:r>
      <w:r w:rsidR="00BC6D5C" w:rsidRPr="003813D5">
        <w:t>s</w:t>
      </w:r>
      <w:r w:rsidRPr="003813D5">
        <w:t xml:space="preserve"> published in a journal: author’s name(s) with initials, the title of the paper, the titl</w:t>
      </w:r>
      <w:r w:rsidR="00BC6D5C" w:rsidRPr="003813D5">
        <w:t xml:space="preserve">e of the journal, volume, year (in brackets), </w:t>
      </w:r>
      <w:r w:rsidRPr="003813D5">
        <w:t xml:space="preserve">first and last page number.  </w:t>
      </w:r>
      <w:r w:rsidR="00924A21" w:rsidRPr="003813D5">
        <w:br/>
      </w:r>
      <w:r w:rsidR="00BC6D5C" w:rsidRPr="003813D5">
        <w:t>(3) F</w:t>
      </w:r>
      <w:r w:rsidRPr="003813D5">
        <w:t>or papers published in pr</w:t>
      </w:r>
      <w:r w:rsidR="00BC6D5C" w:rsidRPr="003813D5">
        <w:t>oceedings: author’s name(s) followed by</w:t>
      </w:r>
      <w:r w:rsidRPr="003813D5">
        <w:t xml:space="preserve"> initials, title of the contribution, title of the proceedings, editor(s) with initials, the publishing company, place and year of the publicati</w:t>
      </w:r>
      <w:r w:rsidR="000F4051" w:rsidRPr="003813D5">
        <w:t>on</w:t>
      </w:r>
      <w:r w:rsidR="000F4051" w:rsidRPr="00465E91">
        <w:t>, first and last page number.</w:t>
      </w:r>
      <w:r w:rsidR="00BC6D5C" w:rsidRPr="00465E91">
        <w:t xml:space="preserve"> </w:t>
      </w:r>
    </w:p>
    <w:sectPr w:rsidR="0073710A" w:rsidRPr="00465E91" w:rsidSect="00426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9639" w:h="13608" w:code="9"/>
      <w:pgMar w:top="1474" w:right="907" w:bottom="1276" w:left="1474" w:header="851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F2B66" w14:textId="77777777" w:rsidR="006E71A8" w:rsidRDefault="006E71A8">
      <w:pPr>
        <w:spacing w:before="0"/>
      </w:pPr>
      <w:r>
        <w:separator/>
      </w:r>
    </w:p>
  </w:endnote>
  <w:endnote w:type="continuationSeparator" w:id="0">
    <w:p w14:paraId="204D9734" w14:textId="77777777" w:rsidR="006E71A8" w:rsidRDefault="006E71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NimbusRomNo9L-Regu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159BB" w14:textId="77777777" w:rsidR="002C2723" w:rsidRPr="000C2B04" w:rsidRDefault="002C2723" w:rsidP="007A5550">
    <w:pPr>
      <w:framePr w:wrap="around" w:vAnchor="text" w:hAnchor="margin" w:xAlign="outside" w:y="1"/>
      <w:jc w:val="left"/>
      <w:rPr>
        <w:rFonts w:ascii="Arial" w:hAnsi="Arial" w:cs="Arial"/>
        <w:sz w:val="17"/>
        <w:szCs w:val="17"/>
      </w:rPr>
    </w:pPr>
    <w:r w:rsidRPr="000C2B04">
      <w:rPr>
        <w:rFonts w:ascii="Arial" w:hAnsi="Arial" w:cs="Arial"/>
        <w:sz w:val="17"/>
        <w:szCs w:val="17"/>
      </w:rPr>
      <w:fldChar w:fldCharType="begin"/>
    </w:r>
    <w:r w:rsidRPr="000C2B04">
      <w:rPr>
        <w:rFonts w:ascii="Arial" w:hAnsi="Arial" w:cs="Arial"/>
        <w:sz w:val="17"/>
        <w:szCs w:val="17"/>
      </w:rPr>
      <w:instrText xml:space="preserve">PAGE  </w:instrText>
    </w:r>
    <w:r w:rsidRPr="000C2B04">
      <w:rPr>
        <w:rFonts w:ascii="Arial" w:hAnsi="Arial" w:cs="Arial"/>
        <w:sz w:val="17"/>
        <w:szCs w:val="17"/>
      </w:rPr>
      <w:fldChar w:fldCharType="separate"/>
    </w:r>
    <w:r w:rsidR="008C4533">
      <w:rPr>
        <w:rFonts w:ascii="Arial" w:hAnsi="Arial" w:cs="Arial"/>
        <w:noProof/>
        <w:sz w:val="17"/>
        <w:szCs w:val="17"/>
      </w:rPr>
      <w:t>2</w:t>
    </w:r>
    <w:r w:rsidRPr="000C2B04">
      <w:rPr>
        <w:rFonts w:ascii="Arial" w:hAnsi="Arial" w:cs="Arial"/>
        <w:sz w:val="17"/>
        <w:szCs w:val="17"/>
      </w:rPr>
      <w:fldChar w:fldCharType="end"/>
    </w:r>
  </w:p>
  <w:p w14:paraId="294C1D66" w14:textId="77777777" w:rsidR="002C2723" w:rsidRDefault="00F67364" w:rsidP="00D6465E">
    <w:pPr>
      <w:spacing w:before="0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2F56AE4" wp14:editId="7C12943A">
              <wp:simplePos x="0" y="0"/>
              <wp:positionH relativeFrom="column">
                <wp:posOffset>-410210</wp:posOffset>
              </wp:positionH>
              <wp:positionV relativeFrom="paragraph">
                <wp:posOffset>99695</wp:posOffset>
              </wp:positionV>
              <wp:extent cx="533400" cy="0"/>
              <wp:effectExtent l="0" t="0" r="0" b="0"/>
              <wp:wrapNone/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25pt,7.85pt" to="9.75pt,7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" strokeweight=".25pt"/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91C72" w14:textId="77777777" w:rsidR="002C2723" w:rsidRPr="000C2B04" w:rsidRDefault="002C2723" w:rsidP="006B3534">
    <w:pPr>
      <w:framePr w:wrap="around" w:vAnchor="text" w:hAnchor="page" w:x="8662" w:y="34"/>
      <w:jc w:val="right"/>
      <w:rPr>
        <w:rFonts w:ascii="Arial" w:hAnsi="Arial" w:cs="Arial"/>
        <w:sz w:val="17"/>
        <w:szCs w:val="17"/>
      </w:rPr>
    </w:pPr>
    <w:r w:rsidRPr="000C2B04">
      <w:rPr>
        <w:rFonts w:ascii="Arial" w:hAnsi="Arial" w:cs="Arial"/>
        <w:sz w:val="17"/>
        <w:szCs w:val="17"/>
      </w:rPr>
      <w:fldChar w:fldCharType="begin"/>
    </w:r>
    <w:r w:rsidRPr="000C2B04">
      <w:rPr>
        <w:rFonts w:ascii="Arial" w:hAnsi="Arial" w:cs="Arial"/>
        <w:sz w:val="17"/>
        <w:szCs w:val="17"/>
      </w:rPr>
      <w:instrText xml:space="preserve">PAGE  </w:instrText>
    </w:r>
    <w:r w:rsidRPr="000C2B04">
      <w:rPr>
        <w:rFonts w:ascii="Arial" w:hAnsi="Arial" w:cs="Arial"/>
        <w:sz w:val="17"/>
        <w:szCs w:val="17"/>
      </w:rPr>
      <w:fldChar w:fldCharType="separate"/>
    </w:r>
    <w:r w:rsidR="008C4533">
      <w:rPr>
        <w:rFonts w:ascii="Arial" w:hAnsi="Arial" w:cs="Arial"/>
        <w:noProof/>
        <w:sz w:val="17"/>
        <w:szCs w:val="17"/>
      </w:rPr>
      <w:t>5</w:t>
    </w:r>
    <w:r w:rsidRPr="000C2B04">
      <w:rPr>
        <w:rFonts w:ascii="Arial" w:hAnsi="Arial" w:cs="Arial"/>
        <w:sz w:val="17"/>
        <w:szCs w:val="17"/>
      </w:rPr>
      <w:fldChar w:fldCharType="end"/>
    </w:r>
  </w:p>
  <w:p w14:paraId="70153434" w14:textId="77777777" w:rsidR="002C2723" w:rsidRDefault="00F67364" w:rsidP="0043404A">
    <w:pPr>
      <w:spacing w:before="0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CD6862" wp14:editId="362A666C">
              <wp:simplePos x="0" y="0"/>
              <wp:positionH relativeFrom="column">
                <wp:posOffset>4487545</wp:posOffset>
              </wp:positionH>
              <wp:positionV relativeFrom="paragraph">
                <wp:posOffset>148590</wp:posOffset>
              </wp:positionV>
              <wp:extent cx="533400" cy="0"/>
              <wp:effectExtent l="0" t="0" r="0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11.7pt" to="395.35pt,1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E456A" w14:textId="77777777" w:rsidR="002C2723" w:rsidRPr="000C2B04" w:rsidRDefault="002C2723" w:rsidP="00C96F18">
    <w:pPr>
      <w:framePr w:wrap="around" w:vAnchor="text" w:hAnchor="margin" w:xAlign="outside" w:y="1"/>
      <w:rPr>
        <w:rFonts w:ascii="Arial" w:hAnsi="Arial" w:cs="Arial"/>
        <w:sz w:val="17"/>
        <w:szCs w:val="17"/>
      </w:rPr>
    </w:pPr>
    <w:r w:rsidRPr="000C2B04">
      <w:rPr>
        <w:rFonts w:ascii="Arial" w:hAnsi="Arial" w:cs="Arial"/>
        <w:sz w:val="17"/>
        <w:szCs w:val="17"/>
      </w:rPr>
      <w:fldChar w:fldCharType="begin"/>
    </w:r>
    <w:r w:rsidRPr="000C2B04">
      <w:rPr>
        <w:rFonts w:ascii="Arial" w:hAnsi="Arial" w:cs="Arial"/>
        <w:sz w:val="17"/>
        <w:szCs w:val="17"/>
      </w:rPr>
      <w:instrText xml:space="preserve">PAGE  </w:instrText>
    </w:r>
    <w:r w:rsidRPr="000C2B04">
      <w:rPr>
        <w:rFonts w:ascii="Arial" w:hAnsi="Arial" w:cs="Arial"/>
        <w:sz w:val="17"/>
        <w:szCs w:val="17"/>
      </w:rPr>
      <w:fldChar w:fldCharType="separate"/>
    </w:r>
    <w:r w:rsidR="008C4533">
      <w:rPr>
        <w:rFonts w:ascii="Arial" w:hAnsi="Arial" w:cs="Arial"/>
        <w:noProof/>
        <w:sz w:val="17"/>
        <w:szCs w:val="17"/>
      </w:rPr>
      <w:t>1</w:t>
    </w:r>
    <w:r w:rsidRPr="000C2B04">
      <w:rPr>
        <w:rFonts w:ascii="Arial" w:hAnsi="Arial" w:cs="Arial"/>
        <w:sz w:val="17"/>
        <w:szCs w:val="17"/>
      </w:rPr>
      <w:fldChar w:fldCharType="end"/>
    </w:r>
  </w:p>
  <w:p w14:paraId="1E89EC98" w14:textId="77777777" w:rsidR="002C2723" w:rsidRPr="00F11DE8" w:rsidRDefault="00F67364" w:rsidP="00F11DE8">
    <w:pPr>
      <w:spacing w:before="0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3A80997" wp14:editId="30849CDB">
              <wp:simplePos x="0" y="0"/>
              <wp:positionH relativeFrom="column">
                <wp:posOffset>4487545</wp:posOffset>
              </wp:positionH>
              <wp:positionV relativeFrom="paragraph">
                <wp:posOffset>72390</wp:posOffset>
              </wp:positionV>
              <wp:extent cx="533400" cy="0"/>
              <wp:effectExtent l="0" t="0" r="0" b="0"/>
              <wp:wrapNone/>
              <wp:docPr id="1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3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5pt,5.7pt" to="395.35pt,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CB9E1" w14:textId="77777777" w:rsidR="006E71A8" w:rsidRDefault="006E71A8">
      <w:pPr>
        <w:spacing w:before="0"/>
      </w:pPr>
      <w:r>
        <w:separator/>
      </w:r>
    </w:p>
  </w:footnote>
  <w:footnote w:type="continuationSeparator" w:id="0">
    <w:p w14:paraId="198B36F4" w14:textId="77777777" w:rsidR="006E71A8" w:rsidRDefault="006E71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284"/>
    </w:tblGrid>
    <w:tr w:rsidR="002C2723" w14:paraId="19C802CF" w14:textId="77777777">
      <w:tc>
        <w:tcPr>
          <w:tcW w:w="7284" w:type="dxa"/>
          <w:tcMar>
            <w:left w:w="0" w:type="dxa"/>
          </w:tcMar>
        </w:tcPr>
        <w:p w14:paraId="4FAC2303" w14:textId="77777777" w:rsidR="002C2723" w:rsidRDefault="00701C84" w:rsidP="000507B4">
          <w:pPr>
            <w:pStyle w:val="HeaderAuthors"/>
          </w:pPr>
          <w:r>
            <w:t>John Doe, Author</w:t>
          </w:r>
          <w:r w:rsidR="002A1BF0">
            <w:t xml:space="preserve"> </w:t>
          </w:r>
          <w:r w:rsidR="00382C9F">
            <w:t>2 and</w:t>
          </w:r>
          <w:r w:rsidR="002C2723">
            <w:t xml:space="preserve"> Author </w:t>
          </w:r>
          <w:r>
            <w:t>3</w:t>
          </w:r>
        </w:p>
      </w:tc>
    </w:tr>
  </w:tbl>
  <w:p w14:paraId="29207513" w14:textId="77777777" w:rsidR="002C2723" w:rsidRDefault="002C2723">
    <w:pPr>
      <w:spacing w:before="0"/>
    </w:pPr>
  </w:p>
  <w:p w14:paraId="5D382461" w14:textId="77777777" w:rsidR="002C2723" w:rsidRDefault="002C2723"/>
  <w:p w14:paraId="4DD88C35" w14:textId="77777777" w:rsidR="002C2723" w:rsidRDefault="002C2723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284"/>
    </w:tblGrid>
    <w:tr w:rsidR="002C2723" w14:paraId="2FFB882C" w14:textId="77777777">
      <w:tc>
        <w:tcPr>
          <w:tcW w:w="7284" w:type="dxa"/>
          <w:tcMar>
            <w:left w:w="0" w:type="dxa"/>
          </w:tcMar>
        </w:tcPr>
        <w:p w14:paraId="7A3074BE" w14:textId="77777777" w:rsidR="002C2723" w:rsidRDefault="00701C84" w:rsidP="000507B4">
          <w:pPr>
            <w:pStyle w:val="HeaderTitle"/>
          </w:pPr>
          <w:r>
            <w:t>A short form of your title</w:t>
          </w:r>
        </w:p>
      </w:tc>
    </w:tr>
  </w:tbl>
  <w:p w14:paraId="5FA3D03B" w14:textId="77777777" w:rsidR="002C2723" w:rsidRDefault="002C2723">
    <w:pPr>
      <w:spacing w:before="0"/>
    </w:pPr>
  </w:p>
  <w:p w14:paraId="2A7855E1" w14:textId="77777777" w:rsidR="002C2723" w:rsidRDefault="002C2723"/>
  <w:p w14:paraId="65836889" w14:textId="77777777" w:rsidR="002C2723" w:rsidRDefault="002C272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</w:tblCellMar>
      <w:tblLook w:val="01E0" w:firstRow="1" w:lastRow="1" w:firstColumn="1" w:lastColumn="1" w:noHBand="0" w:noVBand="0"/>
    </w:tblPr>
    <w:tblGrid>
      <w:gridCol w:w="7185"/>
    </w:tblGrid>
    <w:tr w:rsidR="002C2723" w14:paraId="4AFE067D" w14:textId="77777777">
      <w:trPr>
        <w:trHeight w:val="567"/>
      </w:trPr>
      <w:tc>
        <w:tcPr>
          <w:tcW w:w="7185" w:type="dxa"/>
        </w:tcPr>
        <w:p w14:paraId="779CAD92" w14:textId="50E90A16" w:rsidR="002C2723" w:rsidRPr="002236E0" w:rsidRDefault="002C2723" w:rsidP="008B44B4">
          <w:pPr>
            <w:spacing w:before="0"/>
            <w:jc w:val="left"/>
            <w:rPr>
              <w:rFonts w:ascii="Arial" w:hAnsi="Arial" w:cs="Arial"/>
              <w:b/>
              <w:szCs w:val="18"/>
            </w:rPr>
          </w:pPr>
          <w:r w:rsidRPr="002236E0">
            <w:rPr>
              <w:rFonts w:ascii="Arial" w:hAnsi="Arial" w:cs="Arial"/>
              <w:b/>
              <w:szCs w:val="18"/>
            </w:rPr>
            <w:t>EURO:TUN 20</w:t>
          </w:r>
          <w:r w:rsidR="00BE5AB1">
            <w:rPr>
              <w:rFonts w:ascii="Arial" w:hAnsi="Arial" w:cs="Arial"/>
              <w:b/>
              <w:szCs w:val="18"/>
            </w:rPr>
            <w:t>13</w:t>
          </w:r>
        </w:p>
        <w:p w14:paraId="50BBBF56" w14:textId="38523E87" w:rsidR="002C2723" w:rsidRPr="002236E0" w:rsidRDefault="00BE5AB1" w:rsidP="008B44B4">
          <w:pPr>
            <w:spacing w:before="0"/>
            <w:jc w:val="left"/>
            <w:rPr>
              <w:rFonts w:ascii="Arial" w:hAnsi="Arial" w:cs="Arial"/>
              <w:szCs w:val="18"/>
            </w:rPr>
          </w:pPr>
          <w:r>
            <w:rPr>
              <w:rFonts w:ascii="Arial" w:hAnsi="Arial" w:cs="Arial"/>
              <w:szCs w:val="18"/>
            </w:rPr>
            <w:t>3</w:t>
          </w:r>
          <w:r>
            <w:rPr>
              <w:rFonts w:ascii="Arial" w:hAnsi="Arial" w:cs="Arial"/>
              <w:szCs w:val="18"/>
              <w:vertAlign w:val="superscript"/>
            </w:rPr>
            <w:t>r</w:t>
          </w:r>
          <w:r w:rsidR="002C2723" w:rsidRPr="002236E0">
            <w:rPr>
              <w:rFonts w:ascii="Arial" w:hAnsi="Arial" w:cs="Arial"/>
              <w:szCs w:val="18"/>
              <w:vertAlign w:val="superscript"/>
            </w:rPr>
            <w:t>d</w:t>
          </w:r>
          <w:r w:rsidR="002C2723" w:rsidRPr="002236E0">
            <w:rPr>
              <w:rFonts w:ascii="Arial" w:hAnsi="Arial" w:cs="Arial"/>
              <w:szCs w:val="18"/>
            </w:rPr>
            <w:t xml:space="preserve"> International Conference on Computational Methods in Tunnelling</w:t>
          </w:r>
          <w:r>
            <w:rPr>
              <w:rFonts w:ascii="Arial" w:hAnsi="Arial" w:cs="Arial"/>
              <w:szCs w:val="18"/>
            </w:rPr>
            <w:t xml:space="preserve"> and Subsurface Engineering</w:t>
          </w:r>
        </w:p>
        <w:p w14:paraId="4DA8257A" w14:textId="298A9E76" w:rsidR="002C2723" w:rsidRPr="002236E0" w:rsidRDefault="002C2723" w:rsidP="008B44B4">
          <w:pPr>
            <w:spacing w:before="0"/>
            <w:jc w:val="left"/>
            <w:rPr>
              <w:rFonts w:ascii="Arial" w:hAnsi="Arial" w:cs="Arial"/>
              <w:szCs w:val="18"/>
            </w:rPr>
          </w:pPr>
          <w:r w:rsidRPr="002236E0">
            <w:rPr>
              <w:rFonts w:ascii="Arial" w:hAnsi="Arial" w:cs="Arial"/>
              <w:szCs w:val="18"/>
            </w:rPr>
            <w:t xml:space="preserve">Ruhr University Bochum, </w:t>
          </w:r>
          <w:r w:rsidR="00BE5AB1">
            <w:rPr>
              <w:rFonts w:ascii="Arial" w:hAnsi="Arial" w:cs="Arial"/>
              <w:szCs w:val="18"/>
            </w:rPr>
            <w:t>17</w:t>
          </w:r>
          <w:r w:rsidRPr="002236E0">
            <w:rPr>
              <w:rFonts w:ascii="Arial" w:hAnsi="Arial" w:cs="Arial"/>
              <w:szCs w:val="18"/>
            </w:rPr>
            <w:t>-1</w:t>
          </w:r>
          <w:r w:rsidR="00BE5AB1">
            <w:rPr>
              <w:rFonts w:ascii="Arial" w:hAnsi="Arial" w:cs="Arial"/>
              <w:szCs w:val="18"/>
            </w:rPr>
            <w:t>9</w:t>
          </w:r>
          <w:r w:rsidRPr="002236E0">
            <w:rPr>
              <w:rFonts w:ascii="Arial" w:hAnsi="Arial" w:cs="Arial"/>
              <w:szCs w:val="18"/>
            </w:rPr>
            <w:t xml:space="preserve"> </w:t>
          </w:r>
          <w:r w:rsidR="00BE5AB1">
            <w:rPr>
              <w:rFonts w:ascii="Arial" w:hAnsi="Arial" w:cs="Arial"/>
              <w:szCs w:val="18"/>
            </w:rPr>
            <w:t>April</w:t>
          </w:r>
          <w:r w:rsidRPr="002236E0">
            <w:rPr>
              <w:rFonts w:ascii="Arial" w:hAnsi="Arial" w:cs="Arial"/>
              <w:szCs w:val="18"/>
            </w:rPr>
            <w:t xml:space="preserve"> 20</w:t>
          </w:r>
          <w:r w:rsidR="00BE5AB1">
            <w:rPr>
              <w:rFonts w:ascii="Arial" w:hAnsi="Arial" w:cs="Arial"/>
              <w:szCs w:val="18"/>
            </w:rPr>
            <w:t>13</w:t>
          </w:r>
        </w:p>
        <w:p w14:paraId="46B28DFD" w14:textId="43BF678F" w:rsidR="002C2723" w:rsidRPr="008B44B4" w:rsidRDefault="002C2723" w:rsidP="008B44B4">
          <w:pPr>
            <w:spacing w:before="0"/>
            <w:jc w:val="left"/>
            <w:rPr>
              <w:b/>
            </w:rPr>
          </w:pPr>
        </w:p>
      </w:tc>
    </w:tr>
  </w:tbl>
  <w:p w14:paraId="0E4BD29D" w14:textId="77777777" w:rsidR="002C2723" w:rsidRDefault="002C2723" w:rsidP="00933EB3">
    <w:pPr>
      <w:spacing w:before="0"/>
    </w:pPr>
  </w:p>
  <w:p w14:paraId="0DDB856A" w14:textId="77777777" w:rsidR="002C2723" w:rsidRDefault="002C2723" w:rsidP="00933EB3">
    <w:pPr>
      <w:spacing w:before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DAED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A0ED4"/>
    <w:multiLevelType w:val="multilevel"/>
    <w:tmpl w:val="1D747618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33F2A0A"/>
    <w:multiLevelType w:val="hybridMultilevel"/>
    <w:tmpl w:val="FD0ECF54"/>
    <w:lvl w:ilvl="0" w:tplc="89E23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CF31C6"/>
    <w:multiLevelType w:val="multilevel"/>
    <w:tmpl w:val="605E884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>
    <w:nsid w:val="04DF1B48"/>
    <w:multiLevelType w:val="hybridMultilevel"/>
    <w:tmpl w:val="B61C0300"/>
    <w:lvl w:ilvl="0" w:tplc="E1AE71A4">
      <w:start w:val="1"/>
      <w:numFmt w:val="decimal"/>
      <w:pStyle w:val="Tablecaption"/>
      <w:lvlText w:val="Table %1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E23423"/>
    <w:multiLevelType w:val="multilevel"/>
    <w:tmpl w:val="BEC288D6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A003B7"/>
    <w:multiLevelType w:val="multilevel"/>
    <w:tmpl w:val="671C07C4"/>
    <w:lvl w:ilvl="0">
      <w:start w:val="1"/>
      <w:numFmt w:val="decimal"/>
      <w:isLgl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8A0588C"/>
    <w:multiLevelType w:val="hybridMultilevel"/>
    <w:tmpl w:val="BF8284D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EF49F1"/>
    <w:multiLevelType w:val="multilevel"/>
    <w:tmpl w:val="F73078B6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6A3F2F"/>
    <w:multiLevelType w:val="multilevel"/>
    <w:tmpl w:val="845C343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36969"/>
    <w:multiLevelType w:val="hybridMultilevel"/>
    <w:tmpl w:val="F7483A74"/>
    <w:lvl w:ilvl="0" w:tplc="D5B88668">
      <w:start w:val="1"/>
      <w:numFmt w:val="decimal"/>
      <w:pStyle w:val="Headingfirstleve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E2E4FF00">
      <w:numFmt w:val="none"/>
      <w:lvlText w:val=""/>
      <w:lvlJc w:val="left"/>
      <w:pPr>
        <w:tabs>
          <w:tab w:val="num" w:pos="360"/>
        </w:tabs>
      </w:pPr>
    </w:lvl>
    <w:lvl w:ilvl="2" w:tplc="28CA4FD0">
      <w:numFmt w:val="none"/>
      <w:lvlText w:val=""/>
      <w:lvlJc w:val="left"/>
      <w:pPr>
        <w:tabs>
          <w:tab w:val="num" w:pos="360"/>
        </w:tabs>
      </w:pPr>
    </w:lvl>
    <w:lvl w:ilvl="3" w:tplc="4DBA5042">
      <w:numFmt w:val="none"/>
      <w:lvlText w:val=""/>
      <w:lvlJc w:val="left"/>
      <w:pPr>
        <w:tabs>
          <w:tab w:val="num" w:pos="360"/>
        </w:tabs>
      </w:pPr>
    </w:lvl>
    <w:lvl w:ilvl="4" w:tplc="578AD458">
      <w:numFmt w:val="none"/>
      <w:lvlText w:val=""/>
      <w:lvlJc w:val="left"/>
      <w:pPr>
        <w:tabs>
          <w:tab w:val="num" w:pos="360"/>
        </w:tabs>
      </w:pPr>
    </w:lvl>
    <w:lvl w:ilvl="5" w:tplc="B748BEFC">
      <w:numFmt w:val="none"/>
      <w:lvlText w:val=""/>
      <w:lvlJc w:val="left"/>
      <w:pPr>
        <w:tabs>
          <w:tab w:val="num" w:pos="360"/>
        </w:tabs>
      </w:pPr>
    </w:lvl>
    <w:lvl w:ilvl="6" w:tplc="82428F3E">
      <w:numFmt w:val="none"/>
      <w:lvlText w:val=""/>
      <w:lvlJc w:val="left"/>
      <w:pPr>
        <w:tabs>
          <w:tab w:val="num" w:pos="360"/>
        </w:tabs>
      </w:pPr>
    </w:lvl>
    <w:lvl w:ilvl="7" w:tplc="E42C1E40">
      <w:numFmt w:val="none"/>
      <w:lvlText w:val=""/>
      <w:lvlJc w:val="left"/>
      <w:pPr>
        <w:tabs>
          <w:tab w:val="num" w:pos="360"/>
        </w:tabs>
      </w:pPr>
    </w:lvl>
    <w:lvl w:ilvl="8" w:tplc="C700DB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75A58AD"/>
    <w:multiLevelType w:val="hybridMultilevel"/>
    <w:tmpl w:val="605E884E"/>
    <w:lvl w:ilvl="0" w:tplc="FB1CE8B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85324F5"/>
    <w:multiLevelType w:val="multilevel"/>
    <w:tmpl w:val="845C343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B4121C"/>
    <w:multiLevelType w:val="multilevel"/>
    <w:tmpl w:val="605E884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>
    <w:nsid w:val="2A5F4C1D"/>
    <w:multiLevelType w:val="hybridMultilevel"/>
    <w:tmpl w:val="7A3E0900"/>
    <w:lvl w:ilvl="0" w:tplc="4056A7E4">
      <w:start w:val="1"/>
      <w:numFmt w:val="none"/>
      <w:pStyle w:val="Keywords"/>
      <w:lvlText w:val="Keywords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EB00CF"/>
    <w:multiLevelType w:val="multilevel"/>
    <w:tmpl w:val="A3BE5EFA"/>
    <w:lvl w:ilvl="0">
      <w:start w:val="1"/>
      <w:numFmt w:val="decimal"/>
      <w:isLgl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2D2934C2"/>
    <w:multiLevelType w:val="multilevel"/>
    <w:tmpl w:val="76D6870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662D65"/>
    <w:multiLevelType w:val="hybridMultilevel"/>
    <w:tmpl w:val="875C4266"/>
    <w:lvl w:ilvl="0" w:tplc="DBAE3EA4">
      <w:start w:val="1"/>
      <w:numFmt w:val="decimal"/>
      <w:pStyle w:val="References"/>
      <w:lvlText w:val="[%1]"/>
      <w:lvlJc w:val="left"/>
      <w:pPr>
        <w:tabs>
          <w:tab w:val="num" w:pos="284"/>
        </w:tabs>
        <w:ind w:left="453" w:hanging="340"/>
      </w:pPr>
      <w:rPr>
        <w:rFonts w:ascii="Times New Roman" w:hAnsi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C648F0"/>
    <w:multiLevelType w:val="multilevel"/>
    <w:tmpl w:val="BC7C9926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A0727D9"/>
    <w:multiLevelType w:val="multilevel"/>
    <w:tmpl w:val="EA9CE724"/>
    <w:lvl w:ilvl="0">
      <w:start w:val="1"/>
      <w:numFmt w:val="decimal"/>
      <w:lvlText w:val="Figure %1:"/>
      <w:lvlJc w:val="left"/>
      <w:pPr>
        <w:tabs>
          <w:tab w:val="num" w:pos="624"/>
        </w:tabs>
        <w:ind w:left="360" w:firstLine="0"/>
      </w:pPr>
      <w:rPr>
        <w:rFonts w:ascii="Times New Roman" w:hAnsi="Times New Roman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E144FE"/>
    <w:multiLevelType w:val="multilevel"/>
    <w:tmpl w:val="5AA84772"/>
    <w:lvl w:ilvl="0">
      <w:start w:val="1"/>
      <w:numFmt w:val="decimal"/>
      <w:lvlText w:val="%1)"/>
      <w:lvlJc w:val="right"/>
      <w:pPr>
        <w:tabs>
          <w:tab w:val="num" w:pos="709"/>
        </w:tabs>
        <w:ind w:left="709" w:hanging="35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49009E"/>
    <w:multiLevelType w:val="multilevel"/>
    <w:tmpl w:val="845C343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8B2523"/>
    <w:multiLevelType w:val="multilevel"/>
    <w:tmpl w:val="BD805C54"/>
    <w:lvl w:ilvl="0">
      <w:start w:val="1"/>
      <w:numFmt w:val="decimal"/>
      <w:lvlText w:val="%1)"/>
      <w:lvlJc w:val="right"/>
      <w:pPr>
        <w:tabs>
          <w:tab w:val="num" w:pos="709"/>
        </w:tabs>
        <w:ind w:left="709" w:hanging="35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2A1532"/>
    <w:multiLevelType w:val="multilevel"/>
    <w:tmpl w:val="7E6EA3F2"/>
    <w:lvl w:ilvl="0">
      <w:start w:val="1"/>
      <w:numFmt w:val="decimal"/>
      <w:lvlText w:val="%1)"/>
      <w:lvlJc w:val="right"/>
      <w:pPr>
        <w:tabs>
          <w:tab w:val="num" w:pos="709"/>
        </w:tabs>
        <w:ind w:left="709" w:hanging="35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5F7A39"/>
    <w:multiLevelType w:val="hybridMultilevel"/>
    <w:tmpl w:val="48041B28"/>
    <w:lvl w:ilvl="0" w:tplc="ED3004D2">
      <w:start w:val="1"/>
      <w:numFmt w:val="decimal"/>
      <w:pStyle w:val="Numberedlist"/>
      <w:lvlText w:val="%1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CA04EB"/>
    <w:multiLevelType w:val="hybridMultilevel"/>
    <w:tmpl w:val="27460EA4"/>
    <w:lvl w:ilvl="0" w:tplc="7D6AC21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6">
    <w:nsid w:val="6C141492"/>
    <w:multiLevelType w:val="multilevel"/>
    <w:tmpl w:val="C8086BD8"/>
    <w:lvl w:ilvl="0">
      <w:start w:val="2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C9905BC"/>
    <w:multiLevelType w:val="hybridMultilevel"/>
    <w:tmpl w:val="67B64BE4"/>
    <w:lvl w:ilvl="0" w:tplc="C4EC34B6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E5EE4"/>
    <w:multiLevelType w:val="multilevel"/>
    <w:tmpl w:val="3F2874A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8CB4ECC"/>
    <w:multiLevelType w:val="multilevel"/>
    <w:tmpl w:val="671C07C4"/>
    <w:lvl w:ilvl="0">
      <w:start w:val="1"/>
      <w:numFmt w:val="decimal"/>
      <w:pStyle w:val="berschrift1"/>
      <w:isLgl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78E9638C"/>
    <w:multiLevelType w:val="hybridMultilevel"/>
    <w:tmpl w:val="26B666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515FDA"/>
    <w:multiLevelType w:val="hybridMultilevel"/>
    <w:tmpl w:val="44B061F0"/>
    <w:lvl w:ilvl="0" w:tplc="D826E6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795FF5"/>
    <w:multiLevelType w:val="hybridMultilevel"/>
    <w:tmpl w:val="A210B96E"/>
    <w:lvl w:ilvl="0" w:tplc="F0F454EE">
      <w:start w:val="1"/>
      <w:numFmt w:val="decimal"/>
      <w:pStyle w:val="Figurecaption"/>
      <w:lvlText w:val="Figure %1: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/>
        <w:i w:val="0"/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7F24D9"/>
    <w:multiLevelType w:val="hybridMultilevel"/>
    <w:tmpl w:val="845C343A"/>
    <w:lvl w:ilvl="0" w:tplc="A6EC3A0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33"/>
  </w:num>
  <w:num w:numId="4">
    <w:abstractNumId w:val="31"/>
  </w:num>
  <w:num w:numId="5">
    <w:abstractNumId w:val="15"/>
  </w:num>
  <w:num w:numId="6">
    <w:abstractNumId w:val="6"/>
  </w:num>
  <w:num w:numId="7">
    <w:abstractNumId w:val="12"/>
  </w:num>
  <w:num w:numId="8">
    <w:abstractNumId w:val="9"/>
  </w:num>
  <w:num w:numId="9">
    <w:abstractNumId w:val="21"/>
  </w:num>
  <w:num w:numId="10">
    <w:abstractNumId w:val="10"/>
  </w:num>
  <w:num w:numId="11">
    <w:abstractNumId w:val="11"/>
  </w:num>
  <w:num w:numId="12">
    <w:abstractNumId w:val="3"/>
  </w:num>
  <w:num w:numId="13">
    <w:abstractNumId w:val="13"/>
  </w:num>
  <w:num w:numId="14">
    <w:abstractNumId w:val="25"/>
  </w:num>
  <w:num w:numId="15">
    <w:abstractNumId w:val="7"/>
  </w:num>
  <w:num w:numId="16">
    <w:abstractNumId w:val="2"/>
  </w:num>
  <w:num w:numId="17">
    <w:abstractNumId w:val="27"/>
  </w:num>
  <w:num w:numId="18">
    <w:abstractNumId w:val="5"/>
  </w:num>
  <w:num w:numId="19">
    <w:abstractNumId w:val="18"/>
  </w:num>
  <w:num w:numId="20">
    <w:abstractNumId w:val="26"/>
  </w:num>
  <w:num w:numId="21">
    <w:abstractNumId w:val="1"/>
  </w:num>
  <w:num w:numId="22">
    <w:abstractNumId w:val="28"/>
  </w:num>
  <w:num w:numId="23">
    <w:abstractNumId w:val="16"/>
  </w:num>
  <w:num w:numId="24">
    <w:abstractNumId w:val="32"/>
  </w:num>
  <w:num w:numId="25">
    <w:abstractNumId w:val="19"/>
  </w:num>
  <w:num w:numId="26">
    <w:abstractNumId w:val="4"/>
  </w:num>
  <w:num w:numId="27">
    <w:abstractNumId w:val="24"/>
  </w:num>
  <w:num w:numId="28">
    <w:abstractNumId w:val="20"/>
  </w:num>
  <w:num w:numId="29">
    <w:abstractNumId w:val="17"/>
  </w:num>
  <w:num w:numId="30">
    <w:abstractNumId w:val="14"/>
  </w:num>
  <w:num w:numId="31">
    <w:abstractNumId w:val="22"/>
  </w:num>
  <w:num w:numId="32">
    <w:abstractNumId w:val="23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3F"/>
    <w:rsid w:val="000247BB"/>
    <w:rsid w:val="00031DF5"/>
    <w:rsid w:val="000331E0"/>
    <w:rsid w:val="00037EC3"/>
    <w:rsid w:val="00040FDA"/>
    <w:rsid w:val="000453DA"/>
    <w:rsid w:val="000507B4"/>
    <w:rsid w:val="00055F07"/>
    <w:rsid w:val="00056309"/>
    <w:rsid w:val="000603E5"/>
    <w:rsid w:val="00061E79"/>
    <w:rsid w:val="0006277C"/>
    <w:rsid w:val="00071C6D"/>
    <w:rsid w:val="00072103"/>
    <w:rsid w:val="00073E80"/>
    <w:rsid w:val="000876F2"/>
    <w:rsid w:val="0009584C"/>
    <w:rsid w:val="000C0729"/>
    <w:rsid w:val="000C29A0"/>
    <w:rsid w:val="000C2B04"/>
    <w:rsid w:val="000C6D3F"/>
    <w:rsid w:val="000D304F"/>
    <w:rsid w:val="000E0C27"/>
    <w:rsid w:val="000E42A1"/>
    <w:rsid w:val="000F4051"/>
    <w:rsid w:val="000F7F1C"/>
    <w:rsid w:val="00100AEC"/>
    <w:rsid w:val="00120832"/>
    <w:rsid w:val="00125579"/>
    <w:rsid w:val="00126229"/>
    <w:rsid w:val="00127F62"/>
    <w:rsid w:val="00135300"/>
    <w:rsid w:val="00141845"/>
    <w:rsid w:val="00144409"/>
    <w:rsid w:val="00147F56"/>
    <w:rsid w:val="00151776"/>
    <w:rsid w:val="00160A46"/>
    <w:rsid w:val="00187844"/>
    <w:rsid w:val="00190EB7"/>
    <w:rsid w:val="0019703F"/>
    <w:rsid w:val="001A6C31"/>
    <w:rsid w:val="001A70BD"/>
    <w:rsid w:val="001D5258"/>
    <w:rsid w:val="001D5F49"/>
    <w:rsid w:val="001E4E39"/>
    <w:rsid w:val="001E6491"/>
    <w:rsid w:val="00200906"/>
    <w:rsid w:val="002027D5"/>
    <w:rsid w:val="00221D5F"/>
    <w:rsid w:val="00222E8E"/>
    <w:rsid w:val="002236E0"/>
    <w:rsid w:val="00233FAB"/>
    <w:rsid w:val="0024092A"/>
    <w:rsid w:val="002412CD"/>
    <w:rsid w:val="002455AA"/>
    <w:rsid w:val="00246E98"/>
    <w:rsid w:val="002475BD"/>
    <w:rsid w:val="00251B84"/>
    <w:rsid w:val="00253663"/>
    <w:rsid w:val="002579EF"/>
    <w:rsid w:val="0027302B"/>
    <w:rsid w:val="00274951"/>
    <w:rsid w:val="002750F6"/>
    <w:rsid w:val="00275485"/>
    <w:rsid w:val="00282ED2"/>
    <w:rsid w:val="00291725"/>
    <w:rsid w:val="00293951"/>
    <w:rsid w:val="002A1BF0"/>
    <w:rsid w:val="002A621A"/>
    <w:rsid w:val="002B08AB"/>
    <w:rsid w:val="002B7ED6"/>
    <w:rsid w:val="002C2723"/>
    <w:rsid w:val="002E0968"/>
    <w:rsid w:val="002E0A45"/>
    <w:rsid w:val="002E27ED"/>
    <w:rsid w:val="002E29F3"/>
    <w:rsid w:val="002E7550"/>
    <w:rsid w:val="002F1750"/>
    <w:rsid w:val="002F4F3B"/>
    <w:rsid w:val="002F582E"/>
    <w:rsid w:val="00300358"/>
    <w:rsid w:val="0030376B"/>
    <w:rsid w:val="003037D1"/>
    <w:rsid w:val="00313452"/>
    <w:rsid w:val="00322F71"/>
    <w:rsid w:val="00334DD0"/>
    <w:rsid w:val="00341476"/>
    <w:rsid w:val="00350776"/>
    <w:rsid w:val="0035171D"/>
    <w:rsid w:val="003537C6"/>
    <w:rsid w:val="00360586"/>
    <w:rsid w:val="00364F1F"/>
    <w:rsid w:val="00370806"/>
    <w:rsid w:val="003813D5"/>
    <w:rsid w:val="00382C9F"/>
    <w:rsid w:val="003866FC"/>
    <w:rsid w:val="0039014B"/>
    <w:rsid w:val="003A11D3"/>
    <w:rsid w:val="003A5269"/>
    <w:rsid w:val="003A615F"/>
    <w:rsid w:val="003B3EA3"/>
    <w:rsid w:val="003B726C"/>
    <w:rsid w:val="003C5FA3"/>
    <w:rsid w:val="003D6F26"/>
    <w:rsid w:val="003F3E5E"/>
    <w:rsid w:val="003F78D0"/>
    <w:rsid w:val="00404DE1"/>
    <w:rsid w:val="0042332B"/>
    <w:rsid w:val="0042382F"/>
    <w:rsid w:val="00426889"/>
    <w:rsid w:val="00426DE6"/>
    <w:rsid w:val="0043404A"/>
    <w:rsid w:val="00435938"/>
    <w:rsid w:val="004470E3"/>
    <w:rsid w:val="004613BE"/>
    <w:rsid w:val="00465E91"/>
    <w:rsid w:val="00483555"/>
    <w:rsid w:val="00490C5A"/>
    <w:rsid w:val="00491066"/>
    <w:rsid w:val="004E1F43"/>
    <w:rsid w:val="004F7288"/>
    <w:rsid w:val="00511212"/>
    <w:rsid w:val="005133D8"/>
    <w:rsid w:val="00533574"/>
    <w:rsid w:val="00542E0B"/>
    <w:rsid w:val="00555235"/>
    <w:rsid w:val="005575D9"/>
    <w:rsid w:val="005608EB"/>
    <w:rsid w:val="005717A2"/>
    <w:rsid w:val="00586CF2"/>
    <w:rsid w:val="00594E46"/>
    <w:rsid w:val="005A6CFA"/>
    <w:rsid w:val="005B5607"/>
    <w:rsid w:val="005C2041"/>
    <w:rsid w:val="005C3D14"/>
    <w:rsid w:val="005E1560"/>
    <w:rsid w:val="005F065D"/>
    <w:rsid w:val="006033EB"/>
    <w:rsid w:val="006465BE"/>
    <w:rsid w:val="0065181A"/>
    <w:rsid w:val="00656A15"/>
    <w:rsid w:val="00663E11"/>
    <w:rsid w:val="00667822"/>
    <w:rsid w:val="006743BE"/>
    <w:rsid w:val="0068712F"/>
    <w:rsid w:val="006A3719"/>
    <w:rsid w:val="006A5244"/>
    <w:rsid w:val="006B09DA"/>
    <w:rsid w:val="006B3534"/>
    <w:rsid w:val="006B4867"/>
    <w:rsid w:val="006D4AF0"/>
    <w:rsid w:val="006D7581"/>
    <w:rsid w:val="006E71A8"/>
    <w:rsid w:val="006F650A"/>
    <w:rsid w:val="00701C84"/>
    <w:rsid w:val="007041FD"/>
    <w:rsid w:val="00707581"/>
    <w:rsid w:val="0071698A"/>
    <w:rsid w:val="0072761F"/>
    <w:rsid w:val="00731E85"/>
    <w:rsid w:val="0073710A"/>
    <w:rsid w:val="00743150"/>
    <w:rsid w:val="007518AB"/>
    <w:rsid w:val="007540C6"/>
    <w:rsid w:val="00760713"/>
    <w:rsid w:val="007610AA"/>
    <w:rsid w:val="00761D1E"/>
    <w:rsid w:val="00762DF3"/>
    <w:rsid w:val="007647F8"/>
    <w:rsid w:val="007667BD"/>
    <w:rsid w:val="00780FDF"/>
    <w:rsid w:val="007929D2"/>
    <w:rsid w:val="0079460B"/>
    <w:rsid w:val="00797476"/>
    <w:rsid w:val="007A010E"/>
    <w:rsid w:val="007A395A"/>
    <w:rsid w:val="007A5550"/>
    <w:rsid w:val="007B10E9"/>
    <w:rsid w:val="007B6DFA"/>
    <w:rsid w:val="007B7504"/>
    <w:rsid w:val="007C38EE"/>
    <w:rsid w:val="007C3C6D"/>
    <w:rsid w:val="007C593A"/>
    <w:rsid w:val="007C72BB"/>
    <w:rsid w:val="007D7A7A"/>
    <w:rsid w:val="007E01A4"/>
    <w:rsid w:val="007F420D"/>
    <w:rsid w:val="007F771F"/>
    <w:rsid w:val="008003EB"/>
    <w:rsid w:val="0080702F"/>
    <w:rsid w:val="008335AC"/>
    <w:rsid w:val="00834760"/>
    <w:rsid w:val="00834D5F"/>
    <w:rsid w:val="008413CA"/>
    <w:rsid w:val="008547CB"/>
    <w:rsid w:val="008815F3"/>
    <w:rsid w:val="008819DB"/>
    <w:rsid w:val="0088474B"/>
    <w:rsid w:val="008B44B4"/>
    <w:rsid w:val="008C4533"/>
    <w:rsid w:val="008D3D2F"/>
    <w:rsid w:val="008E3728"/>
    <w:rsid w:val="008E3989"/>
    <w:rsid w:val="008E4103"/>
    <w:rsid w:val="008F037A"/>
    <w:rsid w:val="008F27BA"/>
    <w:rsid w:val="00902684"/>
    <w:rsid w:val="00902917"/>
    <w:rsid w:val="009030C5"/>
    <w:rsid w:val="009053BB"/>
    <w:rsid w:val="00916676"/>
    <w:rsid w:val="00924A21"/>
    <w:rsid w:val="009320AE"/>
    <w:rsid w:val="00933EB3"/>
    <w:rsid w:val="00941A06"/>
    <w:rsid w:val="009516B1"/>
    <w:rsid w:val="00951A07"/>
    <w:rsid w:val="009675F1"/>
    <w:rsid w:val="009702FF"/>
    <w:rsid w:val="00994502"/>
    <w:rsid w:val="009959B9"/>
    <w:rsid w:val="009A0A0F"/>
    <w:rsid w:val="009A16C1"/>
    <w:rsid w:val="009A4AEB"/>
    <w:rsid w:val="009A6B66"/>
    <w:rsid w:val="009B4DA3"/>
    <w:rsid w:val="009C0760"/>
    <w:rsid w:val="009C3442"/>
    <w:rsid w:val="009E47E0"/>
    <w:rsid w:val="009F2340"/>
    <w:rsid w:val="00A05D60"/>
    <w:rsid w:val="00A24EC6"/>
    <w:rsid w:val="00A3312C"/>
    <w:rsid w:val="00A532CE"/>
    <w:rsid w:val="00A5697B"/>
    <w:rsid w:val="00A61733"/>
    <w:rsid w:val="00A64592"/>
    <w:rsid w:val="00A668DD"/>
    <w:rsid w:val="00A75A1E"/>
    <w:rsid w:val="00A9744B"/>
    <w:rsid w:val="00AA2412"/>
    <w:rsid w:val="00AA2BBB"/>
    <w:rsid w:val="00AA56A4"/>
    <w:rsid w:val="00AB16B5"/>
    <w:rsid w:val="00AB3FFA"/>
    <w:rsid w:val="00AC3808"/>
    <w:rsid w:val="00AD0BC4"/>
    <w:rsid w:val="00AF60C2"/>
    <w:rsid w:val="00B06FEA"/>
    <w:rsid w:val="00B170A8"/>
    <w:rsid w:val="00B26587"/>
    <w:rsid w:val="00B268C6"/>
    <w:rsid w:val="00B37B0D"/>
    <w:rsid w:val="00B7085F"/>
    <w:rsid w:val="00B81477"/>
    <w:rsid w:val="00B87E36"/>
    <w:rsid w:val="00B92AE1"/>
    <w:rsid w:val="00B93ED5"/>
    <w:rsid w:val="00B93F92"/>
    <w:rsid w:val="00B9585D"/>
    <w:rsid w:val="00BB3C9A"/>
    <w:rsid w:val="00BB52F3"/>
    <w:rsid w:val="00BB7AB9"/>
    <w:rsid w:val="00BC04D6"/>
    <w:rsid w:val="00BC6D5C"/>
    <w:rsid w:val="00BD4AB0"/>
    <w:rsid w:val="00BD5AF9"/>
    <w:rsid w:val="00BD65F8"/>
    <w:rsid w:val="00BE5AB1"/>
    <w:rsid w:val="00BF0CF5"/>
    <w:rsid w:val="00C01E3F"/>
    <w:rsid w:val="00C04C94"/>
    <w:rsid w:val="00C115E1"/>
    <w:rsid w:val="00C12691"/>
    <w:rsid w:val="00C21331"/>
    <w:rsid w:val="00C246BD"/>
    <w:rsid w:val="00C24E91"/>
    <w:rsid w:val="00C25776"/>
    <w:rsid w:val="00C30F94"/>
    <w:rsid w:val="00C34358"/>
    <w:rsid w:val="00C42F40"/>
    <w:rsid w:val="00C5292A"/>
    <w:rsid w:val="00C52B9E"/>
    <w:rsid w:val="00C52F01"/>
    <w:rsid w:val="00C57785"/>
    <w:rsid w:val="00C57CE3"/>
    <w:rsid w:val="00C67C1F"/>
    <w:rsid w:val="00C75A4C"/>
    <w:rsid w:val="00C773A9"/>
    <w:rsid w:val="00C85B53"/>
    <w:rsid w:val="00C90B4E"/>
    <w:rsid w:val="00C93F1D"/>
    <w:rsid w:val="00C96F18"/>
    <w:rsid w:val="00C9753F"/>
    <w:rsid w:val="00CA6962"/>
    <w:rsid w:val="00CB494F"/>
    <w:rsid w:val="00CB5B48"/>
    <w:rsid w:val="00CE3A94"/>
    <w:rsid w:val="00CF2204"/>
    <w:rsid w:val="00CF7C68"/>
    <w:rsid w:val="00D20AA0"/>
    <w:rsid w:val="00D25B92"/>
    <w:rsid w:val="00D40DE3"/>
    <w:rsid w:val="00D444C6"/>
    <w:rsid w:val="00D507BF"/>
    <w:rsid w:val="00D521D8"/>
    <w:rsid w:val="00D6465E"/>
    <w:rsid w:val="00D67A2D"/>
    <w:rsid w:val="00D70CC1"/>
    <w:rsid w:val="00D71386"/>
    <w:rsid w:val="00D77362"/>
    <w:rsid w:val="00D85F43"/>
    <w:rsid w:val="00D92CA8"/>
    <w:rsid w:val="00D9417A"/>
    <w:rsid w:val="00DA0554"/>
    <w:rsid w:val="00DA66AD"/>
    <w:rsid w:val="00DD0A40"/>
    <w:rsid w:val="00DD135E"/>
    <w:rsid w:val="00DD7D36"/>
    <w:rsid w:val="00DE1D01"/>
    <w:rsid w:val="00E023E3"/>
    <w:rsid w:val="00E136E5"/>
    <w:rsid w:val="00E14E25"/>
    <w:rsid w:val="00E155E7"/>
    <w:rsid w:val="00E15956"/>
    <w:rsid w:val="00E17858"/>
    <w:rsid w:val="00E35820"/>
    <w:rsid w:val="00E41CDD"/>
    <w:rsid w:val="00E44376"/>
    <w:rsid w:val="00E54D19"/>
    <w:rsid w:val="00E634A3"/>
    <w:rsid w:val="00E67784"/>
    <w:rsid w:val="00E7024A"/>
    <w:rsid w:val="00E853B6"/>
    <w:rsid w:val="00E85C2A"/>
    <w:rsid w:val="00E86167"/>
    <w:rsid w:val="00E95EE3"/>
    <w:rsid w:val="00EB2DD1"/>
    <w:rsid w:val="00EC6989"/>
    <w:rsid w:val="00ED2CDF"/>
    <w:rsid w:val="00ED32C4"/>
    <w:rsid w:val="00EF3928"/>
    <w:rsid w:val="00EF3F4A"/>
    <w:rsid w:val="00F11DE8"/>
    <w:rsid w:val="00F210CD"/>
    <w:rsid w:val="00F30C60"/>
    <w:rsid w:val="00F44361"/>
    <w:rsid w:val="00F5255E"/>
    <w:rsid w:val="00F66D30"/>
    <w:rsid w:val="00F67364"/>
    <w:rsid w:val="00F7011C"/>
    <w:rsid w:val="00F73741"/>
    <w:rsid w:val="00F922CD"/>
    <w:rsid w:val="00F9475E"/>
    <w:rsid w:val="00F97D6A"/>
    <w:rsid w:val="00FA1564"/>
    <w:rsid w:val="00FA3BDA"/>
    <w:rsid w:val="00FA4467"/>
    <w:rsid w:val="00FC23F7"/>
    <w:rsid w:val="00FC31A1"/>
    <w:rsid w:val="00FD06E7"/>
    <w:rsid w:val="00FD648C"/>
    <w:rsid w:val="00FD78C3"/>
    <w:rsid w:val="00FE6EC8"/>
    <w:rsid w:val="00FF543E"/>
    <w:rsid w:val="00FF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449D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91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18"/>
      <w:lang w:val="en-GB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cs="Arial"/>
      <w:b/>
      <w:bCs/>
      <w:kern w:val="32"/>
      <w:sz w:val="20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bCs w:val="0"/>
      <w:iCs/>
      <w:sz w:val="1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Authors">
    <w:name w:val="Header Authors"/>
    <w:basedOn w:val="Standard"/>
    <w:rsid w:val="002236E0"/>
    <w:pPr>
      <w:spacing w:before="0"/>
      <w:jc w:val="center"/>
    </w:pPr>
    <w:rPr>
      <w:rFonts w:ascii="Arial" w:hAnsi="Arial"/>
      <w:i/>
      <w:sz w:val="16"/>
    </w:rPr>
  </w:style>
  <w:style w:type="paragraph" w:customStyle="1" w:styleId="Author">
    <w:name w:val="Author"/>
    <w:basedOn w:val="Standard"/>
    <w:rsid w:val="00465E91"/>
    <w:pPr>
      <w:spacing w:before="0" w:line="260" w:lineRule="exact"/>
    </w:pPr>
    <w:rPr>
      <w:b/>
      <w:sz w:val="22"/>
    </w:rPr>
  </w:style>
  <w:style w:type="paragraph" w:customStyle="1" w:styleId="Affiliation">
    <w:name w:val="Affiliation"/>
    <w:basedOn w:val="Author"/>
    <w:rsid w:val="00FA3BDA"/>
    <w:rPr>
      <w:b w:val="0"/>
    </w:rPr>
  </w:style>
  <w:style w:type="paragraph" w:customStyle="1" w:styleId="Abstract">
    <w:name w:val="Abstract"/>
    <w:next w:val="Standard"/>
    <w:rsid w:val="00465E91"/>
    <w:pPr>
      <w:kinsoku w:val="0"/>
      <w:overflowPunct w:val="0"/>
      <w:autoSpaceDE w:val="0"/>
      <w:autoSpaceDN w:val="0"/>
      <w:spacing w:before="480" w:after="220" w:line="220" w:lineRule="exact"/>
    </w:pPr>
    <w:rPr>
      <w:b/>
      <w:sz w:val="22"/>
      <w:lang w:val="en-GB"/>
    </w:rPr>
  </w:style>
  <w:style w:type="paragraph" w:customStyle="1" w:styleId="Text">
    <w:name w:val="Text"/>
    <w:basedOn w:val="Standard"/>
    <w:link w:val="TextChar"/>
    <w:rsid w:val="00916676"/>
    <w:pPr>
      <w:spacing w:before="0" w:line="280" w:lineRule="exact"/>
    </w:pPr>
    <w:rPr>
      <w:spacing w:val="-4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paragraph" w:customStyle="1" w:styleId="Headingfirstlevel">
    <w:name w:val="Heading first level"/>
    <w:basedOn w:val="Standard"/>
    <w:rsid w:val="002E29F3"/>
    <w:pPr>
      <w:numPr>
        <w:numId w:val="10"/>
      </w:numPr>
      <w:tabs>
        <w:tab w:val="clear" w:pos="930"/>
      </w:tabs>
      <w:spacing w:before="340" w:after="180" w:line="220" w:lineRule="exact"/>
      <w:ind w:left="567" w:hanging="567"/>
    </w:pPr>
    <w:rPr>
      <w:b/>
      <w:caps/>
      <w:sz w:val="22"/>
      <w:szCs w:val="22"/>
    </w:rPr>
  </w:style>
  <w:style w:type="paragraph" w:customStyle="1" w:styleId="HeadingSecondLevel">
    <w:name w:val="Heading Second Level"/>
    <w:basedOn w:val="Standard"/>
    <w:rsid w:val="001A6C31"/>
    <w:pPr>
      <w:spacing w:before="320" w:after="120" w:line="220" w:lineRule="exact"/>
      <w:ind w:left="680" w:hanging="680"/>
    </w:pPr>
    <w:rPr>
      <w:b/>
      <w:sz w:val="22"/>
    </w:rPr>
  </w:style>
  <w:style w:type="paragraph" w:customStyle="1" w:styleId="Headingthirdlevel">
    <w:name w:val="Heading third level"/>
    <w:basedOn w:val="Standard"/>
    <w:rsid w:val="001A6C31"/>
    <w:pPr>
      <w:kinsoku w:val="0"/>
      <w:adjustRightInd/>
      <w:spacing w:before="220" w:after="80" w:line="220" w:lineRule="exact"/>
      <w:ind w:left="680" w:hanging="680"/>
      <w:textAlignment w:val="auto"/>
    </w:pPr>
    <w:rPr>
      <w:sz w:val="22"/>
    </w:rPr>
  </w:style>
  <w:style w:type="paragraph" w:customStyle="1" w:styleId="Keywords">
    <w:name w:val="Keywords"/>
    <w:basedOn w:val="Standard"/>
    <w:rsid w:val="00731E85"/>
    <w:pPr>
      <w:numPr>
        <w:numId w:val="30"/>
      </w:numPr>
      <w:kinsoku w:val="0"/>
      <w:adjustRightInd/>
      <w:spacing w:before="200" w:line="220" w:lineRule="exact"/>
      <w:textAlignment w:val="auto"/>
    </w:pPr>
    <w:rPr>
      <w:szCs w:val="18"/>
    </w:rPr>
  </w:style>
  <w:style w:type="paragraph" w:customStyle="1" w:styleId="Equation">
    <w:name w:val="Equation"/>
    <w:basedOn w:val="Standard"/>
    <w:rsid w:val="00274951"/>
    <w:pPr>
      <w:kinsoku w:val="0"/>
      <w:adjustRightInd/>
      <w:spacing w:before="120" w:after="120" w:line="280" w:lineRule="exact"/>
      <w:jc w:val="center"/>
      <w:textAlignment w:val="auto"/>
    </w:pPr>
    <w:rPr>
      <w:sz w:val="22"/>
    </w:rPr>
  </w:style>
  <w:style w:type="paragraph" w:customStyle="1" w:styleId="Numberedlist">
    <w:name w:val="Numbered list"/>
    <w:basedOn w:val="Standard"/>
    <w:rsid w:val="009320AE"/>
    <w:pPr>
      <w:numPr>
        <w:numId w:val="27"/>
      </w:numPr>
      <w:kinsoku w:val="0"/>
      <w:adjustRightInd/>
      <w:spacing w:before="0" w:after="160" w:line="280" w:lineRule="exact"/>
      <w:textAlignment w:val="auto"/>
    </w:pPr>
    <w:rPr>
      <w:sz w:val="22"/>
    </w:rPr>
  </w:style>
  <w:style w:type="paragraph" w:customStyle="1" w:styleId="Figurecaption">
    <w:name w:val="Figure caption"/>
    <w:basedOn w:val="Standard"/>
    <w:link w:val="FigurecaptionChar"/>
    <w:rsid w:val="00274951"/>
    <w:pPr>
      <w:numPr>
        <w:numId w:val="24"/>
      </w:numPr>
      <w:kinsoku w:val="0"/>
      <w:adjustRightInd/>
      <w:spacing w:before="120" w:after="240" w:line="240" w:lineRule="exact"/>
      <w:textAlignment w:val="auto"/>
    </w:pPr>
  </w:style>
  <w:style w:type="paragraph" w:customStyle="1" w:styleId="Tablecaption">
    <w:name w:val="Table caption"/>
    <w:basedOn w:val="Standard"/>
    <w:link w:val="TablecaptionChar"/>
    <w:rsid w:val="008F27BA"/>
    <w:pPr>
      <w:numPr>
        <w:numId w:val="26"/>
      </w:numPr>
      <w:kinsoku w:val="0"/>
      <w:adjustRightInd/>
      <w:spacing w:after="120" w:line="240" w:lineRule="exact"/>
      <w:textAlignment w:val="auto"/>
    </w:pPr>
    <w:rPr>
      <w:szCs w:val="18"/>
    </w:rPr>
  </w:style>
  <w:style w:type="paragraph" w:customStyle="1" w:styleId="TableText">
    <w:name w:val="Table Text"/>
    <w:basedOn w:val="Standard"/>
    <w:rsid w:val="003B3EA3"/>
    <w:pPr>
      <w:kinsoku w:val="0"/>
      <w:adjustRightInd/>
      <w:spacing w:before="60" w:after="60" w:line="220" w:lineRule="exact"/>
      <w:textAlignment w:val="auto"/>
    </w:pPr>
  </w:style>
  <w:style w:type="paragraph" w:customStyle="1" w:styleId="References">
    <w:name w:val="References"/>
    <w:basedOn w:val="Standard"/>
    <w:rsid w:val="000D304F"/>
    <w:pPr>
      <w:numPr>
        <w:numId w:val="29"/>
      </w:numPr>
      <w:spacing w:before="0" w:after="160" w:line="280" w:lineRule="exact"/>
    </w:pPr>
    <w:rPr>
      <w:sz w:val="22"/>
      <w:szCs w:val="22"/>
    </w:rPr>
  </w:style>
  <w:style w:type="paragraph" w:customStyle="1" w:styleId="Titel1">
    <w:name w:val="Titel1"/>
    <w:basedOn w:val="Standard"/>
    <w:rsid w:val="00465E91"/>
    <w:pPr>
      <w:spacing w:before="1920" w:after="280"/>
    </w:pPr>
    <w:rPr>
      <w:b/>
      <w:sz w:val="28"/>
    </w:rPr>
  </w:style>
  <w:style w:type="paragraph" w:customStyle="1" w:styleId="HeaderTitle">
    <w:name w:val="Header Title"/>
    <w:basedOn w:val="Standard"/>
    <w:rsid w:val="002236E0"/>
    <w:pPr>
      <w:spacing w:before="0"/>
      <w:jc w:val="center"/>
    </w:pPr>
    <w:rPr>
      <w:rFonts w:ascii="Arial" w:hAnsi="Arial"/>
      <w:sz w:val="16"/>
      <w:szCs w:val="18"/>
    </w:rPr>
  </w:style>
  <w:style w:type="paragraph" w:styleId="Kopfzeile">
    <w:name w:val="header"/>
    <w:basedOn w:val="Standard"/>
    <w:rsid w:val="00F44361"/>
    <w:pPr>
      <w:tabs>
        <w:tab w:val="center" w:pos="4536"/>
        <w:tab w:val="right" w:pos="9072"/>
      </w:tabs>
    </w:pPr>
  </w:style>
  <w:style w:type="character" w:customStyle="1" w:styleId="TextChar">
    <w:name w:val="Text Char"/>
    <w:basedOn w:val="Absatzstandardschriftart"/>
    <w:link w:val="Text"/>
    <w:rsid w:val="00916676"/>
    <w:rPr>
      <w:spacing w:val="-4"/>
      <w:sz w:val="22"/>
      <w:szCs w:val="22"/>
      <w:lang w:val="en-GB" w:eastAsia="de-DE" w:bidi="ar-SA"/>
    </w:rPr>
  </w:style>
  <w:style w:type="character" w:customStyle="1" w:styleId="FigurecaptionChar">
    <w:name w:val="Figure caption Char"/>
    <w:basedOn w:val="Absatzstandardschriftart"/>
    <w:link w:val="Figurecaption"/>
    <w:rsid w:val="00274951"/>
    <w:rPr>
      <w:sz w:val="18"/>
      <w:lang w:val="en-GB" w:eastAsia="de-DE" w:bidi="ar-SA"/>
    </w:rPr>
  </w:style>
  <w:style w:type="character" w:styleId="Seitenzahl">
    <w:name w:val="page number"/>
    <w:basedOn w:val="Absatzstandardschriftart"/>
    <w:rsid w:val="00F44361"/>
  </w:style>
  <w:style w:type="character" w:customStyle="1" w:styleId="TablecaptionChar">
    <w:name w:val="Table caption Char"/>
    <w:basedOn w:val="Absatzstandardschriftart"/>
    <w:link w:val="Tablecaption"/>
    <w:rsid w:val="008F27BA"/>
    <w:rPr>
      <w:sz w:val="18"/>
      <w:szCs w:val="18"/>
      <w:lang w:val="en-GB" w:eastAsia="de-DE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5E91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18"/>
      <w:lang w:val="en-GB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rFonts w:cs="Arial"/>
      <w:b/>
      <w:bCs/>
      <w:kern w:val="32"/>
      <w:sz w:val="20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bCs w:val="0"/>
      <w:iCs/>
      <w:sz w:val="1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Authors">
    <w:name w:val="Header Authors"/>
    <w:basedOn w:val="Standard"/>
    <w:rsid w:val="002236E0"/>
    <w:pPr>
      <w:spacing w:before="0"/>
      <w:jc w:val="center"/>
    </w:pPr>
    <w:rPr>
      <w:rFonts w:ascii="Arial" w:hAnsi="Arial"/>
      <w:i/>
      <w:sz w:val="16"/>
    </w:rPr>
  </w:style>
  <w:style w:type="paragraph" w:customStyle="1" w:styleId="Author">
    <w:name w:val="Author"/>
    <w:basedOn w:val="Standard"/>
    <w:rsid w:val="00465E91"/>
    <w:pPr>
      <w:spacing w:before="0" w:line="260" w:lineRule="exact"/>
    </w:pPr>
    <w:rPr>
      <w:b/>
      <w:sz w:val="22"/>
    </w:rPr>
  </w:style>
  <w:style w:type="paragraph" w:customStyle="1" w:styleId="Affiliation">
    <w:name w:val="Affiliation"/>
    <w:basedOn w:val="Author"/>
    <w:rsid w:val="00FA3BDA"/>
    <w:rPr>
      <w:b w:val="0"/>
    </w:rPr>
  </w:style>
  <w:style w:type="paragraph" w:customStyle="1" w:styleId="Abstract">
    <w:name w:val="Abstract"/>
    <w:next w:val="Standard"/>
    <w:rsid w:val="00465E91"/>
    <w:pPr>
      <w:kinsoku w:val="0"/>
      <w:overflowPunct w:val="0"/>
      <w:autoSpaceDE w:val="0"/>
      <w:autoSpaceDN w:val="0"/>
      <w:spacing w:before="480" w:after="220" w:line="220" w:lineRule="exact"/>
    </w:pPr>
    <w:rPr>
      <w:b/>
      <w:sz w:val="22"/>
      <w:lang w:val="en-GB"/>
    </w:rPr>
  </w:style>
  <w:style w:type="paragraph" w:customStyle="1" w:styleId="Text">
    <w:name w:val="Text"/>
    <w:basedOn w:val="Standard"/>
    <w:link w:val="TextChar"/>
    <w:rsid w:val="00916676"/>
    <w:pPr>
      <w:spacing w:before="0" w:line="280" w:lineRule="exact"/>
    </w:pPr>
    <w:rPr>
      <w:spacing w:val="-4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basedOn w:val="Absatzstandardschriftart"/>
    <w:semiHidden/>
    <w:rPr>
      <w:vertAlign w:val="superscript"/>
    </w:rPr>
  </w:style>
  <w:style w:type="paragraph" w:customStyle="1" w:styleId="Headingfirstlevel">
    <w:name w:val="Heading first level"/>
    <w:basedOn w:val="Standard"/>
    <w:rsid w:val="002E29F3"/>
    <w:pPr>
      <w:numPr>
        <w:numId w:val="10"/>
      </w:numPr>
      <w:tabs>
        <w:tab w:val="clear" w:pos="930"/>
      </w:tabs>
      <w:spacing w:before="340" w:after="180" w:line="220" w:lineRule="exact"/>
      <w:ind w:left="567" w:hanging="567"/>
    </w:pPr>
    <w:rPr>
      <w:b/>
      <w:caps/>
      <w:sz w:val="22"/>
      <w:szCs w:val="22"/>
    </w:rPr>
  </w:style>
  <w:style w:type="paragraph" w:customStyle="1" w:styleId="HeadingSecondLevel">
    <w:name w:val="Heading Second Level"/>
    <w:basedOn w:val="Standard"/>
    <w:rsid w:val="001A6C31"/>
    <w:pPr>
      <w:spacing w:before="320" w:after="120" w:line="220" w:lineRule="exact"/>
      <w:ind w:left="680" w:hanging="680"/>
    </w:pPr>
    <w:rPr>
      <w:b/>
      <w:sz w:val="22"/>
    </w:rPr>
  </w:style>
  <w:style w:type="paragraph" w:customStyle="1" w:styleId="Headingthirdlevel">
    <w:name w:val="Heading third level"/>
    <w:basedOn w:val="Standard"/>
    <w:rsid w:val="001A6C31"/>
    <w:pPr>
      <w:kinsoku w:val="0"/>
      <w:adjustRightInd/>
      <w:spacing w:before="220" w:after="80" w:line="220" w:lineRule="exact"/>
      <w:ind w:left="680" w:hanging="680"/>
      <w:textAlignment w:val="auto"/>
    </w:pPr>
    <w:rPr>
      <w:sz w:val="22"/>
    </w:rPr>
  </w:style>
  <w:style w:type="paragraph" w:customStyle="1" w:styleId="Keywords">
    <w:name w:val="Keywords"/>
    <w:basedOn w:val="Standard"/>
    <w:rsid w:val="00731E85"/>
    <w:pPr>
      <w:numPr>
        <w:numId w:val="30"/>
      </w:numPr>
      <w:kinsoku w:val="0"/>
      <w:adjustRightInd/>
      <w:spacing w:before="200" w:line="220" w:lineRule="exact"/>
      <w:textAlignment w:val="auto"/>
    </w:pPr>
    <w:rPr>
      <w:szCs w:val="18"/>
    </w:rPr>
  </w:style>
  <w:style w:type="paragraph" w:customStyle="1" w:styleId="Equation">
    <w:name w:val="Equation"/>
    <w:basedOn w:val="Standard"/>
    <w:rsid w:val="00274951"/>
    <w:pPr>
      <w:kinsoku w:val="0"/>
      <w:adjustRightInd/>
      <w:spacing w:before="120" w:after="120" w:line="280" w:lineRule="exact"/>
      <w:jc w:val="center"/>
      <w:textAlignment w:val="auto"/>
    </w:pPr>
    <w:rPr>
      <w:sz w:val="22"/>
    </w:rPr>
  </w:style>
  <w:style w:type="paragraph" w:customStyle="1" w:styleId="Numberedlist">
    <w:name w:val="Numbered list"/>
    <w:basedOn w:val="Standard"/>
    <w:rsid w:val="009320AE"/>
    <w:pPr>
      <w:numPr>
        <w:numId w:val="27"/>
      </w:numPr>
      <w:kinsoku w:val="0"/>
      <w:adjustRightInd/>
      <w:spacing w:before="0" w:after="160" w:line="280" w:lineRule="exact"/>
      <w:textAlignment w:val="auto"/>
    </w:pPr>
    <w:rPr>
      <w:sz w:val="22"/>
    </w:rPr>
  </w:style>
  <w:style w:type="paragraph" w:customStyle="1" w:styleId="Figurecaption">
    <w:name w:val="Figure caption"/>
    <w:basedOn w:val="Standard"/>
    <w:link w:val="FigurecaptionChar"/>
    <w:rsid w:val="00274951"/>
    <w:pPr>
      <w:numPr>
        <w:numId w:val="24"/>
      </w:numPr>
      <w:kinsoku w:val="0"/>
      <w:adjustRightInd/>
      <w:spacing w:before="120" w:after="240" w:line="240" w:lineRule="exact"/>
      <w:textAlignment w:val="auto"/>
    </w:pPr>
  </w:style>
  <w:style w:type="paragraph" w:customStyle="1" w:styleId="Tablecaption">
    <w:name w:val="Table caption"/>
    <w:basedOn w:val="Standard"/>
    <w:link w:val="TablecaptionChar"/>
    <w:rsid w:val="008F27BA"/>
    <w:pPr>
      <w:numPr>
        <w:numId w:val="26"/>
      </w:numPr>
      <w:kinsoku w:val="0"/>
      <w:adjustRightInd/>
      <w:spacing w:after="120" w:line="240" w:lineRule="exact"/>
      <w:textAlignment w:val="auto"/>
    </w:pPr>
    <w:rPr>
      <w:szCs w:val="18"/>
    </w:rPr>
  </w:style>
  <w:style w:type="paragraph" w:customStyle="1" w:styleId="TableText">
    <w:name w:val="Table Text"/>
    <w:basedOn w:val="Standard"/>
    <w:rsid w:val="003B3EA3"/>
    <w:pPr>
      <w:kinsoku w:val="0"/>
      <w:adjustRightInd/>
      <w:spacing w:before="60" w:after="60" w:line="220" w:lineRule="exact"/>
      <w:textAlignment w:val="auto"/>
    </w:pPr>
  </w:style>
  <w:style w:type="paragraph" w:customStyle="1" w:styleId="References">
    <w:name w:val="References"/>
    <w:basedOn w:val="Standard"/>
    <w:rsid w:val="000D304F"/>
    <w:pPr>
      <w:numPr>
        <w:numId w:val="29"/>
      </w:numPr>
      <w:spacing w:before="0" w:after="160" w:line="280" w:lineRule="exact"/>
    </w:pPr>
    <w:rPr>
      <w:sz w:val="22"/>
      <w:szCs w:val="22"/>
    </w:rPr>
  </w:style>
  <w:style w:type="paragraph" w:customStyle="1" w:styleId="Titel1">
    <w:name w:val="Titel1"/>
    <w:basedOn w:val="Standard"/>
    <w:rsid w:val="00465E91"/>
    <w:pPr>
      <w:spacing w:before="1920" w:after="280"/>
    </w:pPr>
    <w:rPr>
      <w:b/>
      <w:sz w:val="28"/>
    </w:rPr>
  </w:style>
  <w:style w:type="paragraph" w:customStyle="1" w:styleId="HeaderTitle">
    <w:name w:val="Header Title"/>
    <w:basedOn w:val="Standard"/>
    <w:rsid w:val="002236E0"/>
    <w:pPr>
      <w:spacing w:before="0"/>
      <w:jc w:val="center"/>
    </w:pPr>
    <w:rPr>
      <w:rFonts w:ascii="Arial" w:hAnsi="Arial"/>
      <w:sz w:val="16"/>
      <w:szCs w:val="18"/>
    </w:rPr>
  </w:style>
  <w:style w:type="paragraph" w:styleId="Kopfzeile">
    <w:name w:val="header"/>
    <w:basedOn w:val="Standard"/>
    <w:rsid w:val="00F44361"/>
    <w:pPr>
      <w:tabs>
        <w:tab w:val="center" w:pos="4536"/>
        <w:tab w:val="right" w:pos="9072"/>
      </w:tabs>
    </w:pPr>
  </w:style>
  <w:style w:type="character" w:customStyle="1" w:styleId="TextChar">
    <w:name w:val="Text Char"/>
    <w:basedOn w:val="Absatzstandardschriftart"/>
    <w:link w:val="Text"/>
    <w:rsid w:val="00916676"/>
    <w:rPr>
      <w:spacing w:val="-4"/>
      <w:sz w:val="22"/>
      <w:szCs w:val="22"/>
      <w:lang w:val="en-GB" w:eastAsia="de-DE" w:bidi="ar-SA"/>
    </w:rPr>
  </w:style>
  <w:style w:type="character" w:customStyle="1" w:styleId="FigurecaptionChar">
    <w:name w:val="Figure caption Char"/>
    <w:basedOn w:val="Absatzstandardschriftart"/>
    <w:link w:val="Figurecaption"/>
    <w:rsid w:val="00274951"/>
    <w:rPr>
      <w:sz w:val="18"/>
      <w:lang w:val="en-GB" w:eastAsia="de-DE" w:bidi="ar-SA"/>
    </w:rPr>
  </w:style>
  <w:style w:type="character" w:styleId="Seitenzahl">
    <w:name w:val="page number"/>
    <w:basedOn w:val="Absatzstandardschriftart"/>
    <w:rsid w:val="00F44361"/>
  </w:style>
  <w:style w:type="character" w:customStyle="1" w:styleId="TablecaptionChar">
    <w:name w:val="Table caption Char"/>
    <w:basedOn w:val="Absatzstandardschriftart"/>
    <w:link w:val="Tablecaption"/>
    <w:rsid w:val="008F27BA"/>
    <w:rPr>
      <w:sz w:val="18"/>
      <w:szCs w:val="18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guideline_paper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\WINDOWS\TEMP\guideline_paper.dot</Template>
  <TotalTime>0</TotalTime>
  <Pages>6</Pages>
  <Words>1199</Words>
  <Characters>7558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EURO:TUN 2009</vt:lpstr>
    </vt:vector>
  </TitlesOfParts>
  <Company>UGE ESSEN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EURO:TUN 2009</dc:title>
  <dc:subject/>
  <dc:creator>Aedificatio Publishers</dc:creator>
  <cp:keywords/>
  <cp:lastModifiedBy>Janosch Stascheit</cp:lastModifiedBy>
  <cp:revision>5</cp:revision>
  <cp:lastPrinted>2012-06-19T09:10:00Z</cp:lastPrinted>
  <dcterms:created xsi:type="dcterms:W3CDTF">2012-06-19T09:10:00Z</dcterms:created>
  <dcterms:modified xsi:type="dcterms:W3CDTF">2012-06-19T11:09:00Z</dcterms:modified>
</cp:coreProperties>
</file>